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1502EB" w14:textId="77777777" w:rsidR="00EC3125" w:rsidRPr="00EC3125" w:rsidRDefault="00EC3125" w:rsidP="0095505C">
      <w:pPr>
        <w:pStyle w:val="TYTUAKTUprzedmiotregulacjiustawylubrozporzdzenia"/>
      </w:pPr>
      <w:bookmarkStart w:id="0" w:name="_GoBack"/>
      <w:bookmarkEnd w:id="0"/>
      <w:r w:rsidRPr="00EC3125">
        <w:t xml:space="preserve">UZASADNIENIE </w:t>
      </w:r>
    </w:p>
    <w:p w14:paraId="7483B687" w14:textId="46B35DBA" w:rsidR="00FA1478" w:rsidRDefault="00FA1478" w:rsidP="007A7FFB">
      <w:pPr>
        <w:pStyle w:val="NIEARTTEKSTtekstnieartykuowanynppodstprawnarozplubpreambua"/>
      </w:pPr>
      <w:r w:rsidRPr="00FA1478">
        <w:t xml:space="preserve">Projektowane rozporządzenie stanowi wykonanie upoważnienia ustawowego zawartego w art. 27a ust. 5 ustawy z dnia 21 listopada 2008 r. o wspieraniu termomodernizacji i remontów </w:t>
      </w:r>
      <w:bookmarkStart w:id="1" w:name="_Hlk128958252"/>
      <w:r w:rsidRPr="00FA1478">
        <w:t>oraz o centralnej ewidencji emisyjności budynków</w:t>
      </w:r>
      <w:r>
        <w:t xml:space="preserve"> </w:t>
      </w:r>
      <w:bookmarkEnd w:id="1"/>
      <w:r w:rsidRPr="00FA1478">
        <w:t xml:space="preserve">(Dz. U. z 2022 </w:t>
      </w:r>
      <w:r w:rsidR="00627E97">
        <w:t xml:space="preserve">r. </w:t>
      </w:r>
      <w:r w:rsidRPr="00FA1478">
        <w:t>poz. 438, 1561, 1576, 1967 i 2456). Zgodnie z tym przepisem minister właściwy do spraw budownictwa, planowania i</w:t>
      </w:r>
      <w:r w:rsidR="00C7244B">
        <w:t> </w:t>
      </w:r>
      <w:r w:rsidRPr="00FA1478">
        <w:t>zagospodarowania przestrzennego oraz mieszkalnictwa w porozumieniu z ministrem właściwym do spraw klimatu oraz z ministrem właściwym do spraw gospodarki określi, w</w:t>
      </w:r>
      <w:r w:rsidR="00C7244B">
        <w:t> </w:t>
      </w:r>
      <w:r w:rsidRPr="00FA1478">
        <w:t>drodze rozporządzenia, szczegółowe dane i informacje gromadzone w ewidencji, o których mowa w ust. 2 pkt 1, przekazywane przez osoby uprawnione, o których mowa w art. 27b ust.</w:t>
      </w:r>
      <w:r w:rsidR="00801C18">
        <w:t> </w:t>
      </w:r>
      <w:r w:rsidRPr="00FA1478">
        <w:t>1, oraz uzupełniane automatycznie przez system teleinformatyczny obsługujący ewidencję, mając na względzie użyteczność i bezpieczeństwo tych danych i informacji oraz funkcjonalność ewidencji.</w:t>
      </w:r>
    </w:p>
    <w:p w14:paraId="4E1DD27A" w14:textId="7D6CDD81" w:rsidR="00EC3125" w:rsidRPr="00EC3125" w:rsidRDefault="00FA1478" w:rsidP="00B4063B">
      <w:pPr>
        <w:pStyle w:val="ARTartustawynprozporzdzenia"/>
      </w:pPr>
      <w:r w:rsidRPr="00FA1478">
        <w:t>Ustawa z dnia 21 listopada 2008 r. o wspieraniu termomodernizacji i remontów oraz o</w:t>
      </w:r>
      <w:r w:rsidR="00C7244B">
        <w:t> </w:t>
      </w:r>
      <w:r w:rsidRPr="00FA1478">
        <w:t xml:space="preserve">centralnej ewidencji emisyjności budynków stwarza realne warunki do </w:t>
      </w:r>
      <w:r w:rsidR="00B4063B" w:rsidRPr="00B4063B">
        <w:t>ograniczenia emisji lub wysokiej emisji, na rzecz przedsięwzięć niskoemisyjnych oraz odnawialnych źródeł energii.</w:t>
      </w:r>
      <w:r w:rsidR="00B4063B">
        <w:t xml:space="preserve"> </w:t>
      </w:r>
      <w:r w:rsidR="00EC3125" w:rsidRPr="00EC3125">
        <w:t>Proces identyfikacji źródeł niskiej emisji zostanie rozpoczęty od gromadzenia jednolitych</w:t>
      </w:r>
      <w:r w:rsidR="001B5886" w:rsidRPr="00EC3125">
        <w:t xml:space="preserve"> i</w:t>
      </w:r>
      <w:r w:rsidR="001B5886">
        <w:t> </w:t>
      </w:r>
      <w:r w:rsidR="00EC3125" w:rsidRPr="00EC3125">
        <w:t>uspójnionych danych</w:t>
      </w:r>
      <w:r w:rsidR="001B5886" w:rsidRPr="00EC3125">
        <w:t xml:space="preserve"> w</w:t>
      </w:r>
      <w:r w:rsidR="001B5886">
        <w:t> </w:t>
      </w:r>
      <w:r w:rsidR="00EC3125" w:rsidRPr="00EC3125">
        <w:t>skali całego kraju</w:t>
      </w:r>
      <w:r w:rsidR="001B5886" w:rsidRPr="00EC3125">
        <w:t xml:space="preserve"> w</w:t>
      </w:r>
      <w:r w:rsidR="001B5886">
        <w:t> </w:t>
      </w:r>
      <w:r w:rsidR="00EC3125" w:rsidRPr="00EC3125">
        <w:t xml:space="preserve">ramach tworzonej </w:t>
      </w:r>
      <w:r w:rsidR="008E4A0A">
        <w:t>c</w:t>
      </w:r>
      <w:r w:rsidR="00EC3125" w:rsidRPr="00EC3125">
        <w:t xml:space="preserve">entralnej </w:t>
      </w:r>
      <w:r w:rsidR="008E4A0A">
        <w:t>e</w:t>
      </w:r>
      <w:r w:rsidR="00EC3125" w:rsidRPr="00EC3125">
        <w:t xml:space="preserve">widencji </w:t>
      </w:r>
      <w:r w:rsidR="008E4A0A">
        <w:t>e</w:t>
      </w:r>
      <w:r w:rsidR="00EC3125" w:rsidRPr="00EC3125">
        <w:t xml:space="preserve">misyjności </w:t>
      </w:r>
      <w:r w:rsidR="008E4A0A">
        <w:t>b</w:t>
      </w:r>
      <w:r w:rsidR="00EC3125" w:rsidRPr="00EC3125">
        <w:t>udynków</w:t>
      </w:r>
      <w:r w:rsidR="00627E97">
        <w:t xml:space="preserve"> (</w:t>
      </w:r>
      <w:r w:rsidR="008E4A0A">
        <w:t>dalej</w:t>
      </w:r>
      <w:r w:rsidR="00627E97">
        <w:t xml:space="preserve"> jako:</w:t>
      </w:r>
      <w:r w:rsidR="008E4A0A">
        <w:t xml:space="preserve"> </w:t>
      </w:r>
      <w:r w:rsidR="008E4A0A" w:rsidRPr="008E4A0A">
        <w:t>,,</w:t>
      </w:r>
      <w:r w:rsidR="00EC3125" w:rsidRPr="00EC3125">
        <w:t>CEEB</w:t>
      </w:r>
      <w:r w:rsidR="008E4A0A" w:rsidRPr="008E4A0A">
        <w:t>”</w:t>
      </w:r>
      <w:r w:rsidR="00627E97">
        <w:t>)</w:t>
      </w:r>
      <w:r w:rsidR="00EC3125" w:rsidRPr="00EC3125">
        <w:t>. Niezbędne pozostaje pozyskanie informacji na temat budynków</w:t>
      </w:r>
      <w:r w:rsidR="001B5886" w:rsidRPr="00EC3125">
        <w:t xml:space="preserve"> i</w:t>
      </w:r>
      <w:r w:rsidR="001B5886">
        <w:t> </w:t>
      </w:r>
      <w:r w:rsidR="00EC3125" w:rsidRPr="00EC3125">
        <w:t>pochodzących</w:t>
      </w:r>
      <w:r w:rsidR="001B5886" w:rsidRPr="00EC3125">
        <w:t xml:space="preserve"> z</w:t>
      </w:r>
      <w:r w:rsidR="001B5886">
        <w:t> </w:t>
      </w:r>
      <w:r w:rsidR="00EC3125" w:rsidRPr="00EC3125">
        <w:t>nich źródeł emisji</w:t>
      </w:r>
      <w:r w:rsidR="001B5886" w:rsidRPr="00EC3125">
        <w:t xml:space="preserve"> w</w:t>
      </w:r>
      <w:r w:rsidR="001B5886">
        <w:t> </w:t>
      </w:r>
      <w:r w:rsidR="00EC3125" w:rsidRPr="00EC3125">
        <w:t>ramach dokonywanej inwentaryzacji budynków. Utworzenie</w:t>
      </w:r>
      <w:r w:rsidR="001B5886" w:rsidRPr="00EC3125">
        <w:t xml:space="preserve"> i</w:t>
      </w:r>
      <w:r w:rsidR="001B5886">
        <w:t> </w:t>
      </w:r>
      <w:r w:rsidR="00EC3125" w:rsidRPr="00EC3125">
        <w:t>uruchomienie CEEB umożliwi gromadzenie ustandaryzowanych danych</w:t>
      </w:r>
      <w:r w:rsidR="001B5886" w:rsidRPr="00EC3125">
        <w:t xml:space="preserve"> i</w:t>
      </w:r>
      <w:r w:rsidR="001B5886">
        <w:t> </w:t>
      </w:r>
      <w:r w:rsidR="00EC3125" w:rsidRPr="00EC3125">
        <w:t>informacji</w:t>
      </w:r>
      <w:r w:rsidR="001B5886" w:rsidRPr="00EC3125">
        <w:t xml:space="preserve"> o</w:t>
      </w:r>
      <w:r w:rsidR="001B5886">
        <w:t> </w:t>
      </w:r>
      <w:r w:rsidR="00EC3125" w:rsidRPr="00EC3125">
        <w:t>budynkach</w:t>
      </w:r>
      <w:r w:rsidR="001B5886" w:rsidRPr="00EC3125">
        <w:t xml:space="preserve"> i</w:t>
      </w:r>
      <w:r w:rsidR="001B5886">
        <w:t> </w:t>
      </w:r>
      <w:r w:rsidR="00EC3125" w:rsidRPr="00EC3125">
        <w:t>lokalach. Projektowane przepisy nie naruszają zasad określonych</w:t>
      </w:r>
      <w:r w:rsidR="001B5886" w:rsidRPr="00EC3125">
        <w:t xml:space="preserve"> w</w:t>
      </w:r>
      <w:r w:rsidR="001B5886">
        <w:t> </w:t>
      </w:r>
      <w:r w:rsidR="00EC3125" w:rsidRPr="00EC3125">
        <w:t>przepisach rozporządzenia Parlamentu Europejskiego</w:t>
      </w:r>
      <w:r w:rsidR="001B5886" w:rsidRPr="00EC3125">
        <w:t xml:space="preserve"> i</w:t>
      </w:r>
      <w:r w:rsidR="001B5886">
        <w:t> </w:t>
      </w:r>
      <w:r w:rsidR="00EC3125" w:rsidRPr="00EC3125">
        <w:t>Rady (UE) 2016/67</w:t>
      </w:r>
      <w:r w:rsidR="001B5886" w:rsidRPr="00EC3125">
        <w:t>9</w:t>
      </w:r>
      <w:r w:rsidR="001B5886">
        <w:t> </w:t>
      </w:r>
      <w:r w:rsidR="001B5886" w:rsidRPr="00EC3125">
        <w:t>z</w:t>
      </w:r>
      <w:r w:rsidR="001B5886">
        <w:t> </w:t>
      </w:r>
      <w:r w:rsidR="00EC3125" w:rsidRPr="00EC3125">
        <w:t>dnia 2</w:t>
      </w:r>
      <w:r w:rsidR="001B5886" w:rsidRPr="00EC3125">
        <w:t>7</w:t>
      </w:r>
      <w:r w:rsidR="001B5886">
        <w:t> </w:t>
      </w:r>
      <w:r w:rsidR="00EC3125" w:rsidRPr="00EC3125">
        <w:t>kwietnia 201</w:t>
      </w:r>
      <w:r w:rsidR="001B5886" w:rsidRPr="00EC3125">
        <w:t>6</w:t>
      </w:r>
      <w:r w:rsidR="001B5886">
        <w:t> </w:t>
      </w:r>
      <w:r w:rsidR="00EC3125" w:rsidRPr="00EC3125">
        <w:t>r.</w:t>
      </w:r>
      <w:r w:rsidR="001B5886" w:rsidRPr="00EC3125">
        <w:t xml:space="preserve"> w</w:t>
      </w:r>
      <w:r w:rsidR="001B5886">
        <w:t> </w:t>
      </w:r>
      <w:r w:rsidR="00EC3125" w:rsidRPr="00EC3125">
        <w:t>sprawie ochrony osób fizycznych</w:t>
      </w:r>
      <w:r w:rsidR="001B5886" w:rsidRPr="00EC3125">
        <w:t xml:space="preserve"> w</w:t>
      </w:r>
      <w:r w:rsidR="001B5886">
        <w:t> </w:t>
      </w:r>
      <w:r w:rsidR="00EC3125" w:rsidRPr="00EC3125">
        <w:t>związku</w:t>
      </w:r>
      <w:r w:rsidR="001B5886" w:rsidRPr="00EC3125">
        <w:t xml:space="preserve"> z</w:t>
      </w:r>
      <w:r w:rsidR="001B5886">
        <w:t> </w:t>
      </w:r>
      <w:r w:rsidR="00EC3125" w:rsidRPr="00EC3125">
        <w:t>przetwarzaniem danych osobowych</w:t>
      </w:r>
      <w:r w:rsidR="001B5886" w:rsidRPr="00EC3125">
        <w:t xml:space="preserve"> i</w:t>
      </w:r>
      <w:r w:rsidR="001B5886">
        <w:t> </w:t>
      </w:r>
      <w:r w:rsidR="001B5886" w:rsidRPr="00EC3125">
        <w:t>w</w:t>
      </w:r>
      <w:r w:rsidR="001B5886">
        <w:t> </w:t>
      </w:r>
      <w:r w:rsidR="00EC3125" w:rsidRPr="00EC3125">
        <w:t>sprawie swobodnego przepływu takich danych oraz uchylenia dyrektywy 95/46/WE (Dz. Urz. UE L 11</w:t>
      </w:r>
      <w:r w:rsidR="001B5886" w:rsidRPr="00EC3125">
        <w:t>9</w:t>
      </w:r>
      <w:r w:rsidR="001B5886">
        <w:t> </w:t>
      </w:r>
      <w:r w:rsidR="001B5886" w:rsidRPr="00EC3125">
        <w:t>z</w:t>
      </w:r>
      <w:r w:rsidR="001B5886">
        <w:t> </w:t>
      </w:r>
      <w:r w:rsidR="00EC3125" w:rsidRPr="00EC3125">
        <w:t>04.05.2016, str. 1,</w:t>
      </w:r>
      <w:r w:rsidR="001B5886" w:rsidRPr="00EC3125">
        <w:t xml:space="preserve"> z</w:t>
      </w:r>
      <w:r w:rsidR="001B5886">
        <w:t> </w:t>
      </w:r>
      <w:r w:rsidR="00EC3125" w:rsidRPr="00EC3125">
        <w:t>późn. zm.),</w:t>
      </w:r>
      <w:r w:rsidR="001B5886" w:rsidRPr="00EC3125">
        <w:t xml:space="preserve"> w</w:t>
      </w:r>
      <w:r w:rsidR="001B5886">
        <w:t> </w:t>
      </w:r>
      <w:r w:rsidR="00EC3125" w:rsidRPr="00EC3125">
        <w:t>tym zasady określonej</w:t>
      </w:r>
      <w:r w:rsidR="00E93AC0" w:rsidRPr="00EC3125">
        <w:t xml:space="preserve"> w</w:t>
      </w:r>
      <w:r w:rsidR="00E93AC0">
        <w:t> art. </w:t>
      </w:r>
      <w:r w:rsidR="00E93AC0" w:rsidRPr="00EC3125">
        <w:t>5</w:t>
      </w:r>
      <w:r w:rsidR="00E93AC0">
        <w:t xml:space="preserve"> ust. </w:t>
      </w:r>
      <w:r w:rsidR="00E93AC0" w:rsidRPr="00EC3125">
        <w:t>1</w:t>
      </w:r>
      <w:r w:rsidR="00E93AC0">
        <w:t xml:space="preserve"> lit. </w:t>
      </w:r>
      <w:r w:rsidR="00EC3125" w:rsidRPr="00EC3125">
        <w:t>c ww.</w:t>
      </w:r>
      <w:r w:rsidR="00801C18">
        <w:t> </w:t>
      </w:r>
      <w:r w:rsidR="00EC3125" w:rsidRPr="00EC3125">
        <w:t>rozporządzenia, która stanowi, że dane osobowe muszą być adekwatne, stosowne oraz ograniczone do tego</w:t>
      </w:r>
      <w:r w:rsidR="00801C18">
        <w:t>,</w:t>
      </w:r>
      <w:r w:rsidR="00EC3125" w:rsidRPr="00EC3125">
        <w:t xml:space="preserve"> co niezbędne do celów,</w:t>
      </w:r>
      <w:r w:rsidR="001B5886" w:rsidRPr="00EC3125">
        <w:t xml:space="preserve"> w</w:t>
      </w:r>
      <w:r w:rsidR="001B5886">
        <w:t> </w:t>
      </w:r>
      <w:r w:rsidR="00EC3125" w:rsidRPr="00EC3125">
        <w:t>których są przetwarzane – tzw. zasada ,,minimalizacji” danych.</w:t>
      </w:r>
    </w:p>
    <w:p w14:paraId="69207BBE" w14:textId="2C613A0C" w:rsidR="007A7FFB" w:rsidRDefault="00EC3125" w:rsidP="007A7FFB">
      <w:pPr>
        <w:pStyle w:val="NIEARTTEKSTtekstnieartykuowanynppodstprawnarozplubpreambua"/>
      </w:pPr>
      <w:r w:rsidRPr="00EC3125">
        <w:t>Projekt rozporządzenia przewiduje gromadzenie</w:t>
      </w:r>
      <w:r w:rsidR="001B5886" w:rsidRPr="00EC3125">
        <w:t xml:space="preserve"> w</w:t>
      </w:r>
      <w:r w:rsidR="001B5886">
        <w:t> </w:t>
      </w:r>
      <w:r w:rsidRPr="00EC3125">
        <w:t>CEEB</w:t>
      </w:r>
      <w:r w:rsidR="006F6019">
        <w:t xml:space="preserve"> </w:t>
      </w:r>
      <w:r w:rsidR="006F6019" w:rsidRPr="00EC3125">
        <w:t>danych i</w:t>
      </w:r>
      <w:r w:rsidR="006F6019">
        <w:t> </w:t>
      </w:r>
      <w:r w:rsidR="006F6019" w:rsidRPr="00EC3125">
        <w:t>informacji</w:t>
      </w:r>
      <w:r w:rsidR="006F6019">
        <w:t>:</w:t>
      </w:r>
    </w:p>
    <w:p w14:paraId="31A952D1" w14:textId="05D588E4" w:rsidR="008E6B3C" w:rsidRDefault="00EC3125" w:rsidP="008E6B3C">
      <w:pPr>
        <w:pStyle w:val="PKTpunkt"/>
      </w:pPr>
      <w:r w:rsidRPr="00EC3125">
        <w:t>1)</w:t>
      </w:r>
      <w:r w:rsidR="007A7FFB">
        <w:tab/>
      </w:r>
      <w:r w:rsidRPr="00EC3125">
        <w:t xml:space="preserve">dotyczących budynku lub lokalu: adres </w:t>
      </w:r>
      <w:r w:rsidR="00C7244B">
        <w:t xml:space="preserve">– </w:t>
      </w:r>
      <w:r w:rsidRPr="00EC3125">
        <w:t>pozyskiwany automatycznie</w:t>
      </w:r>
      <w:r w:rsidR="001B5886" w:rsidRPr="00EC3125">
        <w:t xml:space="preserve"> z</w:t>
      </w:r>
      <w:r w:rsidR="001B5886">
        <w:t> </w:t>
      </w:r>
      <w:r w:rsidRPr="00EC3125">
        <w:t>bazy danych państwowego rejestru granic</w:t>
      </w:r>
      <w:r w:rsidR="001B5886" w:rsidRPr="00EC3125">
        <w:t xml:space="preserve"> i</w:t>
      </w:r>
      <w:r w:rsidR="001B5886">
        <w:t> </w:t>
      </w:r>
      <w:r w:rsidRPr="00EC3125">
        <w:t xml:space="preserve">powierzchni jednostek podziałów terytorialnych kraju </w:t>
      </w:r>
      <w:r w:rsidRPr="00EC3125">
        <w:lastRenderedPageBreak/>
        <w:t>(PRG); identyfikator infrastruktury informacji przestrzenniej (idIIP)</w:t>
      </w:r>
      <w:r w:rsidR="00D820C6">
        <w:t xml:space="preserve">, </w:t>
      </w:r>
      <w:r w:rsidR="00BC2272" w:rsidRPr="00EC3125">
        <w:t>funkcja ogólna</w:t>
      </w:r>
      <w:r w:rsidR="00BC2272">
        <w:t>,</w:t>
      </w:r>
      <w:r w:rsidR="00BC2272" w:rsidRPr="00EC3125">
        <w:t xml:space="preserve"> </w:t>
      </w:r>
      <w:r w:rsidR="00D820C6" w:rsidRPr="00BC2272">
        <w:t>obwód budynku</w:t>
      </w:r>
      <w:r w:rsidR="00534E46">
        <w:t xml:space="preserve"> </w:t>
      </w:r>
      <w:r w:rsidR="00534E46" w:rsidRPr="00392037">
        <w:rPr>
          <w:rFonts w:eastAsia="Times" w:cs="Times"/>
          <w:szCs w:val="24"/>
        </w:rPr>
        <w:t>(określany/obliczany przez system automatycznie na podstawie geometrii budynku zawartej w BDOT10k)</w:t>
      </w:r>
      <w:r w:rsidR="00D820C6" w:rsidRPr="00BC2272">
        <w:t>, liczba kondygnacji</w:t>
      </w:r>
      <w:r w:rsidRPr="00EC3125">
        <w:t xml:space="preserve"> </w:t>
      </w:r>
      <w:r w:rsidR="00481688" w:rsidRPr="00481688">
        <w:t>–</w:t>
      </w:r>
      <w:r w:rsidR="00E93AC0">
        <w:t xml:space="preserve"> </w:t>
      </w:r>
      <w:r w:rsidRPr="00EC3125">
        <w:t>pozyskiwan</w:t>
      </w:r>
      <w:r w:rsidR="00534E46">
        <w:t>e</w:t>
      </w:r>
      <w:r w:rsidRPr="00EC3125">
        <w:t xml:space="preserve"> automatycznie</w:t>
      </w:r>
      <w:r w:rsidR="001B5886" w:rsidRPr="00EC3125">
        <w:t xml:space="preserve"> </w:t>
      </w:r>
      <w:r w:rsidR="00EA033A">
        <w:t xml:space="preserve">na podstawie danych </w:t>
      </w:r>
      <w:r w:rsidR="001B5886" w:rsidRPr="00EC3125">
        <w:t>z</w:t>
      </w:r>
      <w:r w:rsidR="001B5886">
        <w:t> </w:t>
      </w:r>
      <w:r w:rsidRPr="00EC3125">
        <w:t>systemu BDOT10k;</w:t>
      </w:r>
      <w:r w:rsidR="00627E97">
        <w:t xml:space="preserve"> </w:t>
      </w:r>
      <w:r w:rsidRPr="00EC3125">
        <w:t>rok budowy, średnia wysokość kondygnacji ogrzewanych, grubość ocieplenia podłogi na gruncie lub stropu nad piwnicą lub garażem, grubość ocieplenia stropodachu, grubość ocieplenia dachu, stopień ocieplenia ścian zewnętrznych, grubość ocieplenia ścian zewnętrznych, powierzchnia pomieszczeń ogrzewanych, średnia temperatura pomieszczeń ogrzewanych</w:t>
      </w:r>
      <w:r w:rsidR="001B5886" w:rsidRPr="00EC3125">
        <w:t xml:space="preserve"> w</w:t>
      </w:r>
      <w:r w:rsidR="001B5886">
        <w:t> </w:t>
      </w:r>
      <w:r w:rsidRPr="00EC3125">
        <w:t>sezonie grzewczym</w:t>
      </w:r>
      <w:r w:rsidR="00D820C6">
        <w:t xml:space="preserve">, </w:t>
      </w:r>
      <w:r w:rsidR="008E6B3C">
        <w:t xml:space="preserve">obliczony współczynnik przenikania ciepła „U”, </w:t>
      </w:r>
      <w:r w:rsidR="00D820C6">
        <w:t xml:space="preserve">kształt budynku, liczba lokali, typ budynku, </w:t>
      </w:r>
      <w:r w:rsidR="008E6B3C">
        <w:t>informacja o ociepleniu stropów</w:t>
      </w:r>
      <w:r w:rsidR="00D820C6">
        <w:t>, stan instalacji centralnego ogrzewania</w:t>
      </w:r>
      <w:r w:rsidR="008E6B3C">
        <w:t xml:space="preserve"> oraz </w:t>
      </w:r>
      <w:r w:rsidR="007D3E79">
        <w:t xml:space="preserve">ciepłej </w:t>
      </w:r>
      <w:r w:rsidR="008E6B3C">
        <w:t>wody użytkowej</w:t>
      </w:r>
      <w:r w:rsidR="00D820C6">
        <w:t xml:space="preserve">, stan stolarki okiennej, </w:t>
      </w:r>
      <w:r w:rsidR="007D3E79" w:rsidRPr="007D3E79">
        <w:t xml:space="preserve">rodzaj stolarki okiennej, </w:t>
      </w:r>
      <w:r w:rsidR="00D820C6">
        <w:t>stan stolarki drzwi zewnętrznych, informacja o wymaganej termomodernizacji budynku</w:t>
      </w:r>
      <w:r w:rsidR="008E6B3C">
        <w:t>,</w:t>
      </w:r>
      <w:r w:rsidRPr="00EC3125">
        <w:t xml:space="preserve"> </w:t>
      </w:r>
      <w:r w:rsidR="007D3E79">
        <w:t>rodzaj</w:t>
      </w:r>
      <w:r w:rsidR="008E6B3C">
        <w:t xml:space="preserve"> </w:t>
      </w:r>
      <w:r w:rsidR="007D3E79">
        <w:t>wentylacji</w:t>
      </w:r>
      <w:r w:rsidR="008E6B3C" w:rsidRPr="00EC3125">
        <w:t xml:space="preserve"> </w:t>
      </w:r>
      <w:r w:rsidR="00801C18" w:rsidRPr="00EC3125">
        <w:t>–</w:t>
      </w:r>
      <w:r w:rsidR="00E93AC0">
        <w:t xml:space="preserve"> </w:t>
      </w:r>
      <w:r w:rsidRPr="00EC3125">
        <w:t>ustalane na</w:t>
      </w:r>
      <w:r w:rsidR="00D820C6">
        <w:t> </w:t>
      </w:r>
      <w:r w:rsidRPr="00EC3125">
        <w:t>podstawie informacji uzyskanych od mieszkańca budynku lub lokalu, które będą wprowadzane do CEEB przez osoby wskazane</w:t>
      </w:r>
      <w:r w:rsidR="00E93AC0" w:rsidRPr="00EC3125">
        <w:t xml:space="preserve"> w</w:t>
      </w:r>
      <w:r w:rsidR="00E93AC0">
        <w:t> art. </w:t>
      </w:r>
      <w:r w:rsidRPr="00EC3125">
        <w:t>27b</w:t>
      </w:r>
      <w:r w:rsidR="00E93AC0">
        <w:t xml:space="preserve"> ust. </w:t>
      </w:r>
      <w:r w:rsidR="00E93AC0" w:rsidRPr="00EC3125">
        <w:t>1</w:t>
      </w:r>
      <w:r w:rsidR="00E93AC0">
        <w:t xml:space="preserve"> pkt </w:t>
      </w:r>
      <w:r w:rsidRPr="00EC3125">
        <w:t>1–</w:t>
      </w:r>
      <w:r w:rsidR="00E93AC0" w:rsidRPr="00EC3125">
        <w:t>4</w:t>
      </w:r>
      <w:r w:rsidR="00E93AC0">
        <w:t xml:space="preserve"> i </w:t>
      </w:r>
      <w:r w:rsidR="001B5886" w:rsidRPr="00EC3125">
        <w:t>9</w:t>
      </w:r>
      <w:r w:rsidR="001B5886">
        <w:t> </w:t>
      </w:r>
      <w:r w:rsidRPr="00EC3125">
        <w:t>ustawy</w:t>
      </w:r>
      <w:r w:rsidR="001B5886" w:rsidRPr="00EC3125">
        <w:t xml:space="preserve"> z</w:t>
      </w:r>
      <w:r w:rsidR="001B5886">
        <w:t> </w:t>
      </w:r>
      <w:r w:rsidRPr="00EC3125">
        <w:t>dnia 2</w:t>
      </w:r>
      <w:r w:rsidR="001B5886" w:rsidRPr="00EC3125">
        <w:t>1</w:t>
      </w:r>
      <w:r w:rsidR="001B5886">
        <w:t> </w:t>
      </w:r>
      <w:r w:rsidRPr="00EC3125">
        <w:t>listopada 200</w:t>
      </w:r>
      <w:r w:rsidR="001B5886" w:rsidRPr="00EC3125">
        <w:t>8</w:t>
      </w:r>
      <w:r w:rsidR="001B5886">
        <w:t> </w:t>
      </w:r>
      <w:r w:rsidRPr="00EC3125">
        <w:t>r.</w:t>
      </w:r>
      <w:r w:rsidR="001B5886" w:rsidRPr="00EC3125">
        <w:t xml:space="preserve"> o</w:t>
      </w:r>
      <w:r w:rsidR="001B5886">
        <w:t> </w:t>
      </w:r>
      <w:r w:rsidRPr="00EC3125">
        <w:t>wspieraniu termomodernizacji</w:t>
      </w:r>
      <w:r w:rsidR="001B5886" w:rsidRPr="00EC3125">
        <w:t xml:space="preserve"> i</w:t>
      </w:r>
      <w:r w:rsidR="001B5886">
        <w:t> </w:t>
      </w:r>
      <w:r w:rsidRPr="00EC3125">
        <w:t>remontów</w:t>
      </w:r>
      <w:r w:rsidR="00FA1478" w:rsidRPr="00FA1478">
        <w:t xml:space="preserve"> </w:t>
      </w:r>
      <w:r w:rsidR="00FA1478">
        <w:t xml:space="preserve">oraz </w:t>
      </w:r>
      <w:r w:rsidR="00FA1478" w:rsidRPr="00FA1478">
        <w:t>o centralnej ewidencji emisyjności budynków</w:t>
      </w:r>
      <w:r w:rsidRPr="00EC3125">
        <w:t>;</w:t>
      </w:r>
    </w:p>
    <w:p w14:paraId="68F0C752" w14:textId="4B58F23B" w:rsidR="000842F9" w:rsidRDefault="007A7FFB" w:rsidP="007A7FFB">
      <w:pPr>
        <w:pStyle w:val="PKTpunkt"/>
      </w:pPr>
      <w:r>
        <w:t>2</w:t>
      </w:r>
      <w:r w:rsidR="00EC3125" w:rsidRPr="00EC3125">
        <w:t>)</w:t>
      </w:r>
      <w:r>
        <w:tab/>
      </w:r>
      <w:r w:rsidR="00EC3125" w:rsidRPr="00EC3125">
        <w:t>dotyczących źródła ciepła, energii elektrycznej</w:t>
      </w:r>
      <w:r w:rsidR="001B5886" w:rsidRPr="00EC3125">
        <w:t xml:space="preserve"> i</w:t>
      </w:r>
      <w:r w:rsidR="001B5886">
        <w:t> </w:t>
      </w:r>
      <w:r w:rsidR="00EC3125" w:rsidRPr="00EC3125">
        <w:t xml:space="preserve">spalania paliw </w:t>
      </w:r>
      <w:r w:rsidR="00481688" w:rsidRPr="00481688">
        <w:t>–</w:t>
      </w:r>
      <w:r w:rsidR="00E93AC0">
        <w:t xml:space="preserve"> </w:t>
      </w:r>
      <w:r w:rsidR="00EC3125" w:rsidRPr="00EC3125">
        <w:t>wykorzystywanych</w:t>
      </w:r>
      <w:r w:rsidR="001B5886" w:rsidRPr="00EC3125">
        <w:t xml:space="preserve"> w</w:t>
      </w:r>
      <w:r w:rsidR="001B5886">
        <w:t> </w:t>
      </w:r>
      <w:r w:rsidR="00EC3125" w:rsidRPr="00EC3125">
        <w:t xml:space="preserve">budynku lub lokalu: rodzaj (np. kocioł gazowy, podgrzewacz gazowy przepływowy, podgrzewacz gazowy pojemnościowy, grzejnik gazowy, kominek gazowy, nagrzewnice gazowe, promienniki gazowe, kocioł na paliwa stałe, piec kaflowy lub wolnostojący (koza, angielka) na paliwa stałe (węgiel, drewno, pellet), kominek na paliwo stałe, trzon kuchenny, piecokuchnia, kuchnia węglowa, kocioł olejowy, piec olejowy, pompa ciepła powietrzna, pompa ciepła gruntowa, pompa ciepła wodna, ogrzewanie elektryczne, kolektory słoneczne, sieć ciepłownicza, instalacja fotowoltaiczna, kogeneracja, gruntowe wymienniki ciepła itp.), </w:t>
      </w:r>
      <w:r w:rsidR="00F45062" w:rsidRPr="00EC3125">
        <w:t xml:space="preserve">moc </w:t>
      </w:r>
      <w:r w:rsidR="00EC3125" w:rsidRPr="00EC3125">
        <w:t>nominalna, rodzaj paliwa</w:t>
      </w:r>
      <w:r w:rsidR="001B5886" w:rsidRPr="00EC3125">
        <w:t xml:space="preserve"> i</w:t>
      </w:r>
      <w:r w:rsidR="001B5886">
        <w:t> </w:t>
      </w:r>
      <w:r w:rsidR="00EC3125" w:rsidRPr="00EC3125">
        <w:t>jego roczne zużycie, rok montażu, rok produkcji, przeznaczenie</w:t>
      </w:r>
      <w:r w:rsidR="00D820C6">
        <w:t xml:space="preserve"> (charakter produkowanego ciepła)</w:t>
      </w:r>
      <w:r w:rsidR="00EC3125" w:rsidRPr="00EC3125">
        <w:t>, potwierdzenie spełnienia wymagań standardów niskoemisyjnych, klasa kotła na paliwo stałe</w:t>
      </w:r>
      <w:r w:rsidR="00AC1F9A">
        <w:t xml:space="preserve"> </w:t>
      </w:r>
      <w:r w:rsidR="00D4174D">
        <w:t>lub innego urządzenia grzewczego</w:t>
      </w:r>
      <w:r w:rsidR="00EC3125" w:rsidRPr="00EC3125">
        <w:t>, sposób podawania paliwa</w:t>
      </w:r>
      <w:r w:rsidR="001B5886" w:rsidRPr="00EC3125">
        <w:t xml:space="preserve"> w</w:t>
      </w:r>
      <w:r w:rsidR="001B5886">
        <w:t> </w:t>
      </w:r>
      <w:r w:rsidR="00EC3125" w:rsidRPr="00EC3125">
        <w:t>kotle na paliwo stałe, sprawność przy mocy nominalnej kotła na paliwo stałe</w:t>
      </w:r>
      <w:r w:rsidR="00AC1F9A">
        <w:t xml:space="preserve"> lub innego urządzenia grzewczego</w:t>
      </w:r>
      <w:r w:rsidR="00EC3125" w:rsidRPr="00EC3125">
        <w:t xml:space="preserve">, </w:t>
      </w:r>
      <w:r w:rsidR="00F45062" w:rsidRPr="00F45062">
        <w:t xml:space="preserve">bufor ciepła i/lub ciepłej wody użytkowej, </w:t>
      </w:r>
      <w:r w:rsidR="00EC3125" w:rsidRPr="00EC3125">
        <w:t>urządzenie odpylające</w:t>
      </w:r>
      <w:r w:rsidR="001B5886" w:rsidRPr="00EC3125">
        <w:t xml:space="preserve"> i</w:t>
      </w:r>
      <w:r w:rsidR="001B5886">
        <w:t> </w:t>
      </w:r>
      <w:r w:rsidR="00EC3125" w:rsidRPr="00EC3125">
        <w:t>jego sprawność</w:t>
      </w:r>
      <w:r w:rsidR="001B5886" w:rsidRPr="00EC3125">
        <w:t xml:space="preserve"> w</w:t>
      </w:r>
      <w:r w:rsidR="001B5886">
        <w:t> </w:t>
      </w:r>
      <w:r w:rsidR="00EC3125" w:rsidRPr="00EC3125">
        <w:t>kotle na paliwo stałe</w:t>
      </w:r>
      <w:r w:rsidR="00AC1F9A">
        <w:t xml:space="preserve"> lub innym urządzeniu grzewczym</w:t>
      </w:r>
      <w:r w:rsidR="00EC3125" w:rsidRPr="00EC3125">
        <w:t xml:space="preserve">, </w:t>
      </w:r>
      <w:r w:rsidR="00302BC1" w:rsidRPr="00302BC1">
        <w:t>zbiornik akumulacyjny i jego pojemność,</w:t>
      </w:r>
      <w:r w:rsidR="00386449">
        <w:t xml:space="preserve"> </w:t>
      </w:r>
      <w:r w:rsidR="00EC3125" w:rsidRPr="00EC3125">
        <w:t>źródło danych (tabliczka znamionowa, dokumentacja techniczno</w:t>
      </w:r>
      <w:r w:rsidR="001B5886">
        <w:softHyphen/>
      </w:r>
      <w:r w:rsidR="00E93AC0">
        <w:softHyphen/>
      </w:r>
      <w:r w:rsidR="00E93AC0">
        <w:noBreakHyphen/>
      </w:r>
      <w:r w:rsidR="00EC3125" w:rsidRPr="00EC3125">
        <w:t>ruchowa lub inne)</w:t>
      </w:r>
      <w:r w:rsidR="00D820C6">
        <w:t xml:space="preserve">, planowana wymiana źródła </w:t>
      </w:r>
      <w:r w:rsidR="00F45062" w:rsidRPr="00F45062">
        <w:t>ciepła lub źródła spalania paliw</w:t>
      </w:r>
      <w:r w:rsidR="00EC3125" w:rsidRPr="00EC3125">
        <w:t xml:space="preserve"> – ustalane na podstawie </w:t>
      </w:r>
      <w:r w:rsidR="00EC3125" w:rsidRPr="00EC3125">
        <w:lastRenderedPageBreak/>
        <w:t>wskazań mieszkańca budynku lub</w:t>
      </w:r>
      <w:r w:rsidR="00D820C6">
        <w:t> </w:t>
      </w:r>
      <w:r w:rsidR="00EC3125" w:rsidRPr="00EC3125">
        <w:t>lokalu albo</w:t>
      </w:r>
      <w:r w:rsidR="001B5886" w:rsidRPr="00EC3125">
        <w:t xml:space="preserve"> w</w:t>
      </w:r>
      <w:r w:rsidR="001B5886">
        <w:t> </w:t>
      </w:r>
      <w:r w:rsidR="00EC3125" w:rsidRPr="00EC3125">
        <w:t>oparciu</w:t>
      </w:r>
      <w:r w:rsidR="001B5886" w:rsidRPr="00EC3125">
        <w:t xml:space="preserve"> o</w:t>
      </w:r>
      <w:r w:rsidR="001B5886">
        <w:t> </w:t>
      </w:r>
      <w:r w:rsidR="00EC3125" w:rsidRPr="00EC3125">
        <w:t>informacje zamieszczone na</w:t>
      </w:r>
      <w:r w:rsidR="00D820C6">
        <w:t> </w:t>
      </w:r>
      <w:r w:rsidR="00EC3125" w:rsidRPr="00EC3125">
        <w:t>urządzeniach grzewczych, np.</w:t>
      </w:r>
      <w:r w:rsidR="00D820C6">
        <w:t> </w:t>
      </w:r>
      <w:r w:rsidR="00EC3125" w:rsidRPr="00EC3125">
        <w:t>tabliczka znamionowa umieszczona na kotle na paliwo stałe, które będą wprowadzane do CEEB przez osoby wskazane</w:t>
      </w:r>
      <w:r w:rsidR="00E93AC0" w:rsidRPr="00EC3125">
        <w:t xml:space="preserve"> w</w:t>
      </w:r>
      <w:r w:rsidR="00E93AC0">
        <w:t> art. </w:t>
      </w:r>
      <w:r w:rsidR="00EC3125" w:rsidRPr="00EC3125">
        <w:t>27b</w:t>
      </w:r>
      <w:r w:rsidR="00E93AC0">
        <w:t xml:space="preserve"> ust. </w:t>
      </w:r>
      <w:r w:rsidR="00E93AC0" w:rsidRPr="00EC3125">
        <w:t>1</w:t>
      </w:r>
      <w:r w:rsidR="00E93AC0">
        <w:t xml:space="preserve"> pkt </w:t>
      </w:r>
      <w:r w:rsidR="00EC3125" w:rsidRPr="00EC3125">
        <w:t>1</w:t>
      </w:r>
      <w:bookmarkStart w:id="2" w:name="_Hlk128957131"/>
      <w:r w:rsidR="00EC3125" w:rsidRPr="00EC3125">
        <w:t>–</w:t>
      </w:r>
      <w:bookmarkEnd w:id="2"/>
      <w:r w:rsidR="00E93AC0" w:rsidRPr="00EC3125">
        <w:t>4</w:t>
      </w:r>
      <w:r w:rsidR="00E93AC0">
        <w:t xml:space="preserve"> i </w:t>
      </w:r>
      <w:r w:rsidR="001B5886" w:rsidRPr="00EC3125">
        <w:t>9</w:t>
      </w:r>
      <w:r w:rsidR="001B5886">
        <w:t> </w:t>
      </w:r>
      <w:r w:rsidR="00EC3125" w:rsidRPr="00EC3125">
        <w:t>ustawy</w:t>
      </w:r>
      <w:r w:rsidR="001B5886" w:rsidRPr="00EC3125">
        <w:t xml:space="preserve"> z</w:t>
      </w:r>
      <w:r w:rsidR="001B5886">
        <w:t> </w:t>
      </w:r>
      <w:r w:rsidR="00EC3125" w:rsidRPr="00EC3125">
        <w:t>dnia 2</w:t>
      </w:r>
      <w:r w:rsidR="001B5886" w:rsidRPr="00EC3125">
        <w:t>1</w:t>
      </w:r>
      <w:r w:rsidR="001B5886">
        <w:t> </w:t>
      </w:r>
      <w:r w:rsidR="00EC3125" w:rsidRPr="00EC3125">
        <w:t>listopada 200</w:t>
      </w:r>
      <w:r w:rsidR="001B5886" w:rsidRPr="00EC3125">
        <w:t>8</w:t>
      </w:r>
      <w:r w:rsidR="001B5886">
        <w:t> </w:t>
      </w:r>
      <w:r w:rsidR="00EC3125" w:rsidRPr="00EC3125">
        <w:t>r.</w:t>
      </w:r>
      <w:r w:rsidR="001B5886" w:rsidRPr="00EC3125">
        <w:t xml:space="preserve"> o</w:t>
      </w:r>
      <w:r w:rsidR="001B5886">
        <w:t> </w:t>
      </w:r>
      <w:r w:rsidR="00EC3125" w:rsidRPr="00EC3125">
        <w:t>wspieraniu termomodernizacji</w:t>
      </w:r>
      <w:r w:rsidR="001B5886" w:rsidRPr="00EC3125">
        <w:t xml:space="preserve"> i</w:t>
      </w:r>
      <w:r w:rsidR="001B5886">
        <w:t> </w:t>
      </w:r>
      <w:r w:rsidR="00EC3125" w:rsidRPr="00EC3125">
        <w:t>remontów</w:t>
      </w:r>
      <w:r w:rsidR="00FA1478" w:rsidRPr="00FA1478">
        <w:t xml:space="preserve"> oraz o</w:t>
      </w:r>
      <w:r w:rsidR="00BA5AC2">
        <w:t> </w:t>
      </w:r>
      <w:r w:rsidR="00FA1478" w:rsidRPr="00FA1478">
        <w:t>centralnej ewidencji emisyjności budynków</w:t>
      </w:r>
      <w:r w:rsidR="00EC3125" w:rsidRPr="00EC3125">
        <w:t xml:space="preserve">; </w:t>
      </w:r>
    </w:p>
    <w:p w14:paraId="781B8A93" w14:textId="63BF8BC3" w:rsidR="000842F9" w:rsidRDefault="00EC3125" w:rsidP="007A7FFB">
      <w:pPr>
        <w:pStyle w:val="PKTpunkt"/>
      </w:pPr>
      <w:r w:rsidRPr="00EC3125">
        <w:t>3)</w:t>
      </w:r>
      <w:r w:rsidR="000842F9">
        <w:tab/>
      </w:r>
      <w:r w:rsidRPr="00EC3125">
        <w:t xml:space="preserve">obejmujących: </w:t>
      </w:r>
    </w:p>
    <w:p w14:paraId="53A017EC" w14:textId="7856F3C3" w:rsidR="000842F9" w:rsidRDefault="00EC3125" w:rsidP="000842F9">
      <w:pPr>
        <w:pStyle w:val="LITlitera"/>
      </w:pPr>
      <w:r w:rsidRPr="00EC3125">
        <w:t>a)</w:t>
      </w:r>
      <w:r w:rsidR="000842F9">
        <w:tab/>
      </w:r>
      <w:r w:rsidRPr="00EC3125">
        <w:t>datę</w:t>
      </w:r>
      <w:r w:rsidR="004D1CE2">
        <w:t xml:space="preserve">, </w:t>
      </w:r>
      <w:r w:rsidR="0023063B">
        <w:t>uczestników</w:t>
      </w:r>
      <w:r w:rsidR="006F6019">
        <w:t>, zakres</w:t>
      </w:r>
      <w:r w:rsidR="001B5886" w:rsidRPr="00EC3125">
        <w:t xml:space="preserve"> i</w:t>
      </w:r>
      <w:r w:rsidR="001B5886">
        <w:t> </w:t>
      </w:r>
      <w:r w:rsidRPr="00EC3125">
        <w:t>wynik kontroli przewodów kominowych (dymowych, spalinowych</w:t>
      </w:r>
      <w:r w:rsidR="001B5886" w:rsidRPr="00EC3125">
        <w:t xml:space="preserve"> i</w:t>
      </w:r>
      <w:r w:rsidR="001B5886">
        <w:t> </w:t>
      </w:r>
      <w:r w:rsidRPr="00EC3125">
        <w:t>wentylacyjnych),</w:t>
      </w:r>
      <w:r w:rsidR="001B5886" w:rsidRPr="00EC3125">
        <w:t xml:space="preserve"> o</w:t>
      </w:r>
      <w:r w:rsidR="001B5886">
        <w:t> </w:t>
      </w:r>
      <w:r w:rsidRPr="00EC3125">
        <w:t>której mowa</w:t>
      </w:r>
      <w:r w:rsidR="00E93AC0" w:rsidRPr="00EC3125">
        <w:t xml:space="preserve"> w</w:t>
      </w:r>
      <w:r w:rsidR="00E93AC0">
        <w:t> art. </w:t>
      </w:r>
      <w:r w:rsidRPr="00EC3125">
        <w:t>6</w:t>
      </w:r>
      <w:r w:rsidR="00E93AC0" w:rsidRPr="00EC3125">
        <w:t>2</w:t>
      </w:r>
      <w:r w:rsidR="00E93AC0">
        <w:t xml:space="preserve"> ust. </w:t>
      </w:r>
      <w:r w:rsidR="00E93AC0" w:rsidRPr="00EC3125">
        <w:t>1</w:t>
      </w:r>
      <w:r w:rsidR="00E93AC0">
        <w:t xml:space="preserve"> pkt </w:t>
      </w:r>
      <w:r w:rsidR="00E93AC0" w:rsidRPr="00EC3125">
        <w:t>1</w:t>
      </w:r>
      <w:r w:rsidR="00E93AC0">
        <w:t xml:space="preserve"> lit. </w:t>
      </w:r>
      <w:r w:rsidRPr="00EC3125">
        <w:t>c ustawy</w:t>
      </w:r>
      <w:r w:rsidR="001B5886" w:rsidRPr="00EC3125">
        <w:t xml:space="preserve"> z</w:t>
      </w:r>
      <w:r w:rsidR="001B5886">
        <w:t> </w:t>
      </w:r>
      <w:r w:rsidRPr="00EC3125">
        <w:t xml:space="preserve">dnia </w:t>
      </w:r>
      <w:r w:rsidR="001B5886" w:rsidRPr="00EC3125">
        <w:t>7</w:t>
      </w:r>
      <w:r w:rsidR="001B5886">
        <w:t> </w:t>
      </w:r>
      <w:r w:rsidRPr="00EC3125">
        <w:t>lipca 199</w:t>
      </w:r>
      <w:r w:rsidR="001B5886" w:rsidRPr="00EC3125">
        <w:t>4</w:t>
      </w:r>
      <w:r w:rsidR="001B5886">
        <w:t> </w:t>
      </w:r>
      <w:r w:rsidRPr="00EC3125">
        <w:t>r. – Prawo budowlane (</w:t>
      </w:r>
      <w:r w:rsidR="00E93AC0">
        <w:t>Dz. U.</w:t>
      </w:r>
      <w:r w:rsidR="001B5886" w:rsidRPr="00EC3125">
        <w:t xml:space="preserve"> z</w:t>
      </w:r>
      <w:r w:rsidR="001B5886">
        <w:t> </w:t>
      </w:r>
      <w:r w:rsidRPr="00EC3125">
        <w:t>202</w:t>
      </w:r>
      <w:r w:rsidR="006F6019">
        <w:t>3</w:t>
      </w:r>
      <w:r w:rsidR="001B5886">
        <w:t> </w:t>
      </w:r>
      <w:r w:rsidRPr="00EC3125">
        <w:t>r.</w:t>
      </w:r>
      <w:r w:rsidR="00E93AC0">
        <w:t xml:space="preserve"> poz. </w:t>
      </w:r>
      <w:r w:rsidR="006F6019">
        <w:t>682</w:t>
      </w:r>
      <w:r w:rsidRPr="00EC3125">
        <w:t xml:space="preserve">) </w:t>
      </w:r>
      <w:r w:rsidR="00481688" w:rsidRPr="00481688">
        <w:t>–</w:t>
      </w:r>
      <w:r w:rsidR="00E93AC0">
        <w:t xml:space="preserve"> </w:t>
      </w:r>
      <w:r w:rsidRPr="00EC3125">
        <w:t>które są wprowadzane do CEEB przez osoby wskazane</w:t>
      </w:r>
      <w:r w:rsidR="00E93AC0" w:rsidRPr="00EC3125">
        <w:t xml:space="preserve"> w</w:t>
      </w:r>
      <w:r w:rsidR="00E93AC0">
        <w:t> art. </w:t>
      </w:r>
      <w:r w:rsidRPr="00EC3125">
        <w:t>27b</w:t>
      </w:r>
      <w:r w:rsidR="00E93AC0">
        <w:t xml:space="preserve"> ust. </w:t>
      </w:r>
      <w:r w:rsidR="00E93AC0" w:rsidRPr="00EC3125">
        <w:t>1</w:t>
      </w:r>
      <w:r w:rsidR="00E93AC0">
        <w:t xml:space="preserve"> pkt </w:t>
      </w:r>
      <w:r w:rsidR="00E93AC0" w:rsidRPr="00EC3125">
        <w:t>4</w:t>
      </w:r>
      <w:r w:rsidR="00E93AC0">
        <w:t xml:space="preserve"> i </w:t>
      </w:r>
      <w:r w:rsidR="001B5886" w:rsidRPr="00EC3125">
        <w:t>9</w:t>
      </w:r>
      <w:r w:rsidR="001B5886">
        <w:t> </w:t>
      </w:r>
      <w:r w:rsidRPr="00EC3125">
        <w:t>ustawy</w:t>
      </w:r>
      <w:r w:rsidR="001B5886" w:rsidRPr="00EC3125">
        <w:t xml:space="preserve"> z</w:t>
      </w:r>
      <w:r w:rsidR="001B5886">
        <w:t> </w:t>
      </w:r>
      <w:r w:rsidRPr="00EC3125">
        <w:t>dnia 2</w:t>
      </w:r>
      <w:r w:rsidR="001B5886" w:rsidRPr="00EC3125">
        <w:t>1</w:t>
      </w:r>
      <w:r w:rsidR="001B5886">
        <w:t> </w:t>
      </w:r>
      <w:r w:rsidRPr="00EC3125">
        <w:t>listopada 200</w:t>
      </w:r>
      <w:r w:rsidR="001B5886" w:rsidRPr="00EC3125">
        <w:t>8</w:t>
      </w:r>
      <w:r w:rsidR="001B5886">
        <w:t> </w:t>
      </w:r>
      <w:r w:rsidRPr="00EC3125">
        <w:t>r.</w:t>
      </w:r>
      <w:r w:rsidR="001B5886" w:rsidRPr="00EC3125">
        <w:t xml:space="preserve"> o</w:t>
      </w:r>
      <w:r w:rsidR="001B5886">
        <w:t> </w:t>
      </w:r>
      <w:r w:rsidRPr="00EC3125">
        <w:t>wspieraniu termomodernizacji</w:t>
      </w:r>
      <w:r w:rsidR="001B5886" w:rsidRPr="00EC3125">
        <w:t xml:space="preserve"> i</w:t>
      </w:r>
      <w:r w:rsidR="001B5886">
        <w:t> </w:t>
      </w:r>
      <w:r w:rsidRPr="00EC3125">
        <w:t>remontów</w:t>
      </w:r>
      <w:r w:rsidR="00FA1478" w:rsidRPr="00FA1478">
        <w:t xml:space="preserve"> oraz o</w:t>
      </w:r>
      <w:r w:rsidR="00C7244B">
        <w:t> </w:t>
      </w:r>
      <w:r w:rsidR="00FA1478" w:rsidRPr="00FA1478">
        <w:t>centralnej ewidencji emisyjności budynków</w:t>
      </w:r>
      <w:r w:rsidRPr="00EC3125">
        <w:t>,</w:t>
      </w:r>
    </w:p>
    <w:p w14:paraId="4C1E048C" w14:textId="77777777" w:rsidR="006F6019" w:rsidRDefault="00EC3125" w:rsidP="006F6019">
      <w:pPr>
        <w:pStyle w:val="LITlitera"/>
      </w:pPr>
      <w:r w:rsidRPr="00EC3125">
        <w:t>b)</w:t>
      </w:r>
      <w:r w:rsidR="000842F9">
        <w:tab/>
      </w:r>
      <w:r w:rsidR="006F6019" w:rsidRPr="006F6019">
        <w:t>datę</w:t>
      </w:r>
      <w:r w:rsidR="006F6019">
        <w:t xml:space="preserve">, uczestników </w:t>
      </w:r>
      <w:r w:rsidR="006F6019" w:rsidRPr="00EC3125">
        <w:t>i</w:t>
      </w:r>
      <w:r w:rsidR="006F6019">
        <w:t> </w:t>
      </w:r>
      <w:r w:rsidR="006F6019" w:rsidRPr="00EC3125">
        <w:t>wynik kontroli, o</w:t>
      </w:r>
      <w:r w:rsidR="006F6019">
        <w:t> </w:t>
      </w:r>
      <w:r w:rsidR="006F6019" w:rsidRPr="00EC3125">
        <w:t>której mowa w</w:t>
      </w:r>
      <w:r w:rsidR="006F6019">
        <w:t> art. </w:t>
      </w:r>
      <w:r w:rsidR="006F6019" w:rsidRPr="00EC3125">
        <w:t>9u ustawy z</w:t>
      </w:r>
      <w:r w:rsidR="006F6019">
        <w:t> </w:t>
      </w:r>
      <w:r w:rsidR="006F6019" w:rsidRPr="00EC3125">
        <w:t>dnia 13</w:t>
      </w:r>
      <w:r w:rsidR="006F6019">
        <w:t> </w:t>
      </w:r>
      <w:r w:rsidR="006F6019" w:rsidRPr="00EC3125">
        <w:t>września 1996</w:t>
      </w:r>
      <w:r w:rsidR="006F6019">
        <w:t> </w:t>
      </w:r>
      <w:r w:rsidR="006F6019" w:rsidRPr="00EC3125">
        <w:t>r. o</w:t>
      </w:r>
      <w:r w:rsidR="006F6019">
        <w:t> </w:t>
      </w:r>
      <w:r w:rsidR="006F6019" w:rsidRPr="00EC3125">
        <w:t>utrzymaniu czystości i</w:t>
      </w:r>
      <w:r w:rsidR="006F6019">
        <w:t> </w:t>
      </w:r>
      <w:r w:rsidR="006F6019" w:rsidRPr="00EC3125">
        <w:t>porządku w</w:t>
      </w:r>
      <w:r w:rsidR="006F6019">
        <w:t> </w:t>
      </w:r>
      <w:r w:rsidR="006F6019" w:rsidRPr="00EC3125">
        <w:t>gminach (</w:t>
      </w:r>
      <w:r w:rsidR="006F6019">
        <w:t>Dz. U.</w:t>
      </w:r>
      <w:r w:rsidR="006F6019" w:rsidRPr="00EC3125">
        <w:t xml:space="preserve"> z</w:t>
      </w:r>
      <w:r w:rsidR="006F6019">
        <w:t> </w:t>
      </w:r>
      <w:r w:rsidR="006F6019" w:rsidRPr="00EC3125">
        <w:t>2022</w:t>
      </w:r>
      <w:r w:rsidR="006F6019">
        <w:t> </w:t>
      </w:r>
      <w:r w:rsidR="006F6019" w:rsidRPr="00EC3125">
        <w:t>r.</w:t>
      </w:r>
      <w:r w:rsidR="006F6019">
        <w:t xml:space="preserve"> poz. </w:t>
      </w:r>
      <w:r w:rsidR="006F6019" w:rsidRPr="00EC3125">
        <w:t>2519</w:t>
      </w:r>
      <w:r w:rsidR="006F6019">
        <w:t>, z późn. zm.</w:t>
      </w:r>
      <w:r w:rsidR="006F6019" w:rsidRPr="00EC3125">
        <w:t>), w</w:t>
      </w:r>
      <w:r w:rsidR="006F6019">
        <w:t> </w:t>
      </w:r>
      <w:r w:rsidR="006F6019" w:rsidRPr="00EC3125">
        <w:t>zakresie gospodarowania odpadami komunalnymi</w:t>
      </w:r>
      <w:r w:rsidR="006F6019">
        <w:t>,</w:t>
      </w:r>
      <w:r w:rsidR="006F6019" w:rsidRPr="00EC3125">
        <w:t xml:space="preserve"> odprowadzania nieczystości ciekłych </w:t>
      </w:r>
      <w:r w:rsidR="006F6019">
        <w:t xml:space="preserve">oraz parametrów technicznych budynku lub lokalu </w:t>
      </w:r>
      <w:r w:rsidR="006F6019">
        <w:noBreakHyphen/>
        <w:t xml:space="preserve"> </w:t>
      </w:r>
      <w:r w:rsidR="006F6019" w:rsidRPr="00EC3125">
        <w:t>które są wprowadzane do CEEB przez osoby wskazane w</w:t>
      </w:r>
      <w:r w:rsidR="006F6019">
        <w:t> art. </w:t>
      </w:r>
      <w:r w:rsidR="006F6019" w:rsidRPr="00EC3125">
        <w:t>27b</w:t>
      </w:r>
      <w:r w:rsidR="006F6019">
        <w:t xml:space="preserve"> ust. </w:t>
      </w:r>
      <w:r w:rsidR="006F6019" w:rsidRPr="00EC3125">
        <w:t>1</w:t>
      </w:r>
      <w:r w:rsidR="006F6019">
        <w:t xml:space="preserve"> pkt </w:t>
      </w:r>
      <w:r w:rsidR="006F6019" w:rsidRPr="00EC3125">
        <w:t>2</w:t>
      </w:r>
      <w:r w:rsidR="006F6019">
        <w:t> </w:t>
      </w:r>
      <w:r w:rsidR="006F6019" w:rsidRPr="00EC3125">
        <w:t>ustawy z</w:t>
      </w:r>
      <w:r w:rsidR="006F6019">
        <w:t> </w:t>
      </w:r>
      <w:r w:rsidR="006F6019" w:rsidRPr="00EC3125">
        <w:t>dnia 21</w:t>
      </w:r>
      <w:r w:rsidR="006F6019">
        <w:t> </w:t>
      </w:r>
      <w:r w:rsidR="006F6019" w:rsidRPr="00EC3125">
        <w:t>listopada 2008</w:t>
      </w:r>
      <w:r w:rsidR="006F6019">
        <w:t> </w:t>
      </w:r>
      <w:r w:rsidR="006F6019" w:rsidRPr="00EC3125">
        <w:t>r. o</w:t>
      </w:r>
      <w:r w:rsidR="006F6019">
        <w:t> </w:t>
      </w:r>
      <w:r w:rsidR="006F6019" w:rsidRPr="00EC3125">
        <w:t>wspieraniu termomodernizacji i</w:t>
      </w:r>
      <w:r w:rsidR="006F6019">
        <w:t> </w:t>
      </w:r>
      <w:r w:rsidR="006F6019" w:rsidRPr="00EC3125">
        <w:t>remontów</w:t>
      </w:r>
      <w:r w:rsidR="006F6019" w:rsidRPr="00FA1478">
        <w:t xml:space="preserve"> oraz o centralnej ewidencji emisyjności budynków</w:t>
      </w:r>
      <w:r w:rsidR="006F6019" w:rsidRPr="00EC3125">
        <w:t>,</w:t>
      </w:r>
    </w:p>
    <w:p w14:paraId="1165666D" w14:textId="240BC386" w:rsidR="002338E8" w:rsidRDefault="00EC3125" w:rsidP="002338E8">
      <w:pPr>
        <w:pStyle w:val="LITlitera"/>
      </w:pPr>
      <w:r w:rsidRPr="00EC3125">
        <w:t>c)</w:t>
      </w:r>
      <w:r w:rsidR="000842F9">
        <w:tab/>
      </w:r>
      <w:r w:rsidRPr="00EC3125">
        <w:t>datę</w:t>
      </w:r>
      <w:r w:rsidR="004D1CE2">
        <w:t>, uczestników</w:t>
      </w:r>
      <w:r w:rsidR="001B5886" w:rsidRPr="00EC3125">
        <w:t xml:space="preserve"> i</w:t>
      </w:r>
      <w:r w:rsidR="001B5886">
        <w:t> </w:t>
      </w:r>
      <w:r w:rsidRPr="00EC3125">
        <w:t>wynik kontroli,</w:t>
      </w:r>
      <w:r w:rsidR="001B5886" w:rsidRPr="00EC3125">
        <w:t xml:space="preserve"> o</w:t>
      </w:r>
      <w:r w:rsidR="001B5886">
        <w:t> </w:t>
      </w:r>
      <w:r w:rsidRPr="00EC3125">
        <w:t>której mowa</w:t>
      </w:r>
      <w:r w:rsidR="00E93AC0" w:rsidRPr="00EC3125">
        <w:t xml:space="preserve"> w</w:t>
      </w:r>
      <w:r w:rsidR="00E93AC0">
        <w:t> art. </w:t>
      </w:r>
      <w:r w:rsidRPr="00EC3125">
        <w:t>37</w:t>
      </w:r>
      <w:r w:rsidR="00E93AC0" w:rsidRPr="00EC3125">
        <w:t>9</w:t>
      </w:r>
      <w:r w:rsidR="00E93AC0">
        <w:t xml:space="preserve"> ust. </w:t>
      </w:r>
      <w:r w:rsidR="001B5886" w:rsidRPr="00EC3125">
        <w:t>1</w:t>
      </w:r>
      <w:r w:rsidR="001B5886">
        <w:t> </w:t>
      </w:r>
      <w:r w:rsidRPr="00EC3125">
        <w:t>ustawy</w:t>
      </w:r>
      <w:r w:rsidR="001B5886" w:rsidRPr="00EC3125">
        <w:t xml:space="preserve"> z</w:t>
      </w:r>
      <w:r w:rsidR="001B5886">
        <w:t> </w:t>
      </w:r>
      <w:r w:rsidRPr="00EC3125">
        <w:t>dnia 2</w:t>
      </w:r>
      <w:r w:rsidR="001B5886" w:rsidRPr="00EC3125">
        <w:t>7</w:t>
      </w:r>
      <w:r w:rsidR="001B5886">
        <w:t> </w:t>
      </w:r>
      <w:r w:rsidRPr="00EC3125">
        <w:t>kwietnia 200</w:t>
      </w:r>
      <w:r w:rsidR="001B5886" w:rsidRPr="00EC3125">
        <w:t>1</w:t>
      </w:r>
      <w:r w:rsidR="001B5886">
        <w:t> </w:t>
      </w:r>
      <w:r w:rsidRPr="00EC3125">
        <w:t>r. – Prawo ochrony środowiska (</w:t>
      </w:r>
      <w:r w:rsidR="00E93AC0">
        <w:t>Dz. U.</w:t>
      </w:r>
      <w:r w:rsidR="001B5886" w:rsidRPr="00EC3125">
        <w:t xml:space="preserve"> z</w:t>
      </w:r>
      <w:r w:rsidR="001B5886">
        <w:t> </w:t>
      </w:r>
      <w:r w:rsidRPr="00EC3125">
        <w:t>202</w:t>
      </w:r>
      <w:r w:rsidR="001B5886" w:rsidRPr="00EC3125">
        <w:t>2</w:t>
      </w:r>
      <w:r w:rsidR="001B5886">
        <w:t> </w:t>
      </w:r>
      <w:r w:rsidRPr="00EC3125">
        <w:t>r.</w:t>
      </w:r>
      <w:r w:rsidR="00E93AC0">
        <w:t xml:space="preserve"> poz. </w:t>
      </w:r>
      <w:r w:rsidRPr="00EC3125">
        <w:t>2556,</w:t>
      </w:r>
      <w:r w:rsidR="001B5886" w:rsidRPr="00EC3125">
        <w:t xml:space="preserve"> z</w:t>
      </w:r>
      <w:r w:rsidR="001B5886">
        <w:t> </w:t>
      </w:r>
      <w:r w:rsidRPr="00EC3125">
        <w:t>późn. zm. ),</w:t>
      </w:r>
      <w:r w:rsidR="001B5886" w:rsidRPr="00EC3125">
        <w:t xml:space="preserve"> w</w:t>
      </w:r>
      <w:r w:rsidR="001B5886">
        <w:t> </w:t>
      </w:r>
      <w:r w:rsidRPr="00EC3125">
        <w:t>zakresie: źródeł spalania paliw oraz rodzaju wykorzystywanego paliwa, spełnienia wymagań określonych</w:t>
      </w:r>
      <w:r w:rsidR="001B5886" w:rsidRPr="00EC3125">
        <w:t xml:space="preserve"> w</w:t>
      </w:r>
      <w:r w:rsidR="001B5886">
        <w:t> </w:t>
      </w:r>
      <w:r w:rsidRPr="00EC3125">
        <w:t>uchwale,</w:t>
      </w:r>
      <w:r w:rsidR="001B5886" w:rsidRPr="00EC3125">
        <w:t xml:space="preserve"> o</w:t>
      </w:r>
      <w:r w:rsidR="001B5886">
        <w:t> </w:t>
      </w:r>
      <w:r w:rsidRPr="00EC3125">
        <w:t>której mowa</w:t>
      </w:r>
      <w:r w:rsidR="00E93AC0" w:rsidRPr="00EC3125">
        <w:t xml:space="preserve"> w</w:t>
      </w:r>
      <w:r w:rsidR="00E93AC0">
        <w:t> art. </w:t>
      </w:r>
      <w:r w:rsidRPr="00EC3125">
        <w:t>9</w:t>
      </w:r>
      <w:r w:rsidR="00E93AC0" w:rsidRPr="00EC3125">
        <w:t>6</w:t>
      </w:r>
      <w:r w:rsidR="00E93AC0">
        <w:t xml:space="preserve"> ust. </w:t>
      </w:r>
      <w:r w:rsidR="001B5886" w:rsidRPr="00EC3125">
        <w:t>1</w:t>
      </w:r>
      <w:r w:rsidR="001B5886">
        <w:t> </w:t>
      </w:r>
      <w:r w:rsidRPr="00EC3125">
        <w:t>tej ustawy</w:t>
      </w:r>
      <w:r w:rsidR="002338E8">
        <w:t xml:space="preserve">, </w:t>
      </w:r>
      <w:r w:rsidRPr="00EC3125">
        <w:t>ustalenia wysokości należnej opłaty za korzystanie ze</w:t>
      </w:r>
      <w:r w:rsidR="00BA5AC2">
        <w:t> </w:t>
      </w:r>
      <w:r w:rsidRPr="00EC3125">
        <w:t>środowiska,</w:t>
      </w:r>
      <w:r w:rsidR="001B5886" w:rsidRPr="00EC3125">
        <w:t xml:space="preserve"> o</w:t>
      </w:r>
      <w:r w:rsidR="001B5886">
        <w:t> </w:t>
      </w:r>
      <w:r w:rsidRPr="00EC3125">
        <w:t>której mowa</w:t>
      </w:r>
      <w:r w:rsidR="00E93AC0" w:rsidRPr="00EC3125">
        <w:t xml:space="preserve"> w</w:t>
      </w:r>
      <w:r w:rsidR="00E93AC0">
        <w:t> art. </w:t>
      </w:r>
      <w:r w:rsidRPr="00EC3125">
        <w:t>28</w:t>
      </w:r>
      <w:r w:rsidR="00E93AC0" w:rsidRPr="00EC3125">
        <w:t>4</w:t>
      </w:r>
      <w:r w:rsidR="00E93AC0">
        <w:t xml:space="preserve"> ust. </w:t>
      </w:r>
      <w:r w:rsidR="001B5886" w:rsidRPr="00EC3125">
        <w:t>1</w:t>
      </w:r>
      <w:r w:rsidR="001B5886">
        <w:t> </w:t>
      </w:r>
      <w:r w:rsidRPr="00EC3125">
        <w:t xml:space="preserve">tej ustawy </w:t>
      </w:r>
      <w:r w:rsidR="002338E8">
        <w:t>oraz parametrów technicznych budynku lub lokalu</w:t>
      </w:r>
      <w:r w:rsidR="00481688" w:rsidRPr="00481688">
        <w:t>–</w:t>
      </w:r>
      <w:r w:rsidR="00E93AC0">
        <w:t xml:space="preserve"> </w:t>
      </w:r>
      <w:r w:rsidRPr="00EC3125">
        <w:t>które są wprowadzane do CEEB przez osoby wskazane</w:t>
      </w:r>
      <w:r w:rsidR="00E93AC0" w:rsidRPr="00EC3125">
        <w:t xml:space="preserve"> w</w:t>
      </w:r>
      <w:r w:rsidR="00E93AC0">
        <w:t> art. </w:t>
      </w:r>
      <w:r w:rsidRPr="00EC3125">
        <w:t>27b</w:t>
      </w:r>
      <w:r w:rsidR="00E93AC0">
        <w:t xml:space="preserve"> ust. </w:t>
      </w:r>
      <w:r w:rsidR="00E93AC0" w:rsidRPr="00EC3125">
        <w:t>1</w:t>
      </w:r>
      <w:r w:rsidR="00E93AC0">
        <w:t xml:space="preserve"> pkt </w:t>
      </w:r>
      <w:r w:rsidR="001B5886" w:rsidRPr="00EC3125">
        <w:t>1</w:t>
      </w:r>
      <w:r w:rsidR="001B5886">
        <w:t> </w:t>
      </w:r>
      <w:r w:rsidRPr="00EC3125">
        <w:t>ustawy</w:t>
      </w:r>
      <w:r w:rsidR="001B5886" w:rsidRPr="00EC3125">
        <w:t xml:space="preserve"> z</w:t>
      </w:r>
      <w:r w:rsidR="001B5886">
        <w:t> </w:t>
      </w:r>
      <w:r w:rsidRPr="00EC3125">
        <w:t>dnia 2</w:t>
      </w:r>
      <w:r w:rsidR="001B5886" w:rsidRPr="00EC3125">
        <w:t>1</w:t>
      </w:r>
      <w:r w:rsidR="001B5886">
        <w:t> </w:t>
      </w:r>
      <w:r w:rsidRPr="00EC3125">
        <w:t>listopada 200</w:t>
      </w:r>
      <w:r w:rsidR="001B5886" w:rsidRPr="00EC3125">
        <w:t>8</w:t>
      </w:r>
      <w:r w:rsidR="001B5886">
        <w:t> </w:t>
      </w:r>
      <w:r w:rsidRPr="00EC3125">
        <w:t>r.</w:t>
      </w:r>
      <w:r w:rsidR="001B5886" w:rsidRPr="00EC3125">
        <w:t xml:space="preserve"> o</w:t>
      </w:r>
      <w:r w:rsidR="001B5886">
        <w:t> </w:t>
      </w:r>
      <w:r w:rsidRPr="00EC3125">
        <w:t>wspieraniu termomodernizacji</w:t>
      </w:r>
      <w:r w:rsidR="001B5886" w:rsidRPr="00EC3125">
        <w:t xml:space="preserve"> i</w:t>
      </w:r>
      <w:r w:rsidR="001B5886">
        <w:t> </w:t>
      </w:r>
      <w:r w:rsidRPr="00EC3125">
        <w:t>remontów</w:t>
      </w:r>
      <w:r w:rsidR="00FA1478" w:rsidRPr="00FA1478">
        <w:t xml:space="preserve"> oraz o centralnej ewidencji emisyjności budynków</w:t>
      </w:r>
      <w:r w:rsidR="000842F9">
        <w:t>,</w:t>
      </w:r>
    </w:p>
    <w:p w14:paraId="0B7C9DAB" w14:textId="03CF8668" w:rsidR="005E73CD" w:rsidRDefault="00EC3125" w:rsidP="000842F9">
      <w:pPr>
        <w:pStyle w:val="LITlitera"/>
      </w:pPr>
      <w:r w:rsidRPr="00EC3125">
        <w:t>d)</w:t>
      </w:r>
      <w:r w:rsidR="000842F9">
        <w:tab/>
      </w:r>
      <w:r w:rsidRPr="00EC3125">
        <w:t>dane</w:t>
      </w:r>
      <w:r w:rsidR="001B5886" w:rsidRPr="00EC3125">
        <w:t xml:space="preserve"> o</w:t>
      </w:r>
      <w:r w:rsidR="001B5886">
        <w:t> </w:t>
      </w:r>
      <w:r w:rsidRPr="00EC3125">
        <w:t xml:space="preserve">przyznanej premii, </w:t>
      </w:r>
      <w:r w:rsidR="00D40448">
        <w:t xml:space="preserve">grancie MZG lub OZE, </w:t>
      </w:r>
      <w:r w:rsidRPr="00EC3125">
        <w:t>udzielonej uldze podatkowej lub udzielonym ze środków publicznych dofinansowaniu przedsięwzięć związanych</w:t>
      </w:r>
      <w:r w:rsidR="001B5886" w:rsidRPr="00EC3125">
        <w:t xml:space="preserve"> z</w:t>
      </w:r>
      <w:r w:rsidR="001B5886">
        <w:t> </w:t>
      </w:r>
      <w:r w:rsidRPr="00EC3125">
        <w:t>ochroną powietrza,</w:t>
      </w:r>
      <w:r w:rsidR="001B5886" w:rsidRPr="00EC3125">
        <w:t xml:space="preserve"> w</w:t>
      </w:r>
      <w:r w:rsidR="001B5886">
        <w:t> </w:t>
      </w:r>
      <w:r w:rsidRPr="00EC3125">
        <w:t>zakresie: rodzaju</w:t>
      </w:r>
      <w:r w:rsidR="001B5886" w:rsidRPr="00EC3125">
        <w:t xml:space="preserve"> i</w:t>
      </w:r>
      <w:r w:rsidR="001B5886">
        <w:t> </w:t>
      </w:r>
      <w:r w:rsidRPr="00EC3125">
        <w:t xml:space="preserve">kwoty udzielonego </w:t>
      </w:r>
      <w:r w:rsidR="00D40448">
        <w:t>wsparcia</w:t>
      </w:r>
      <w:r w:rsidRPr="00EC3125">
        <w:t>, całkowitego kosztu przedsięwzięcia, przedmiotu</w:t>
      </w:r>
      <w:r w:rsidR="001B5886" w:rsidRPr="00EC3125">
        <w:t xml:space="preserve"> i</w:t>
      </w:r>
      <w:r w:rsidR="001B5886">
        <w:t> </w:t>
      </w:r>
      <w:r w:rsidRPr="00EC3125">
        <w:t>źródła dofinansowania, okresu trwałości przedsięwzięcia</w:t>
      </w:r>
      <w:r w:rsidR="0023063B">
        <w:t xml:space="preserve">, </w:t>
      </w:r>
      <w:r w:rsidR="001B5886" w:rsidRPr="00EC3125">
        <w:t>w</w:t>
      </w:r>
      <w:r w:rsidR="001B5886">
        <w:t> </w:t>
      </w:r>
      <w:r w:rsidRPr="00EC3125">
        <w:t xml:space="preserve">ramach którego udzielono </w:t>
      </w:r>
      <w:r w:rsidR="00D40448">
        <w:t xml:space="preserve">wsparcia finansowego </w:t>
      </w:r>
      <w:r w:rsidR="00481688" w:rsidRPr="00481688">
        <w:t>–</w:t>
      </w:r>
      <w:r w:rsidR="00E93AC0">
        <w:t xml:space="preserve"> </w:t>
      </w:r>
      <w:r w:rsidRPr="00EC3125">
        <w:t xml:space="preserve">które są </w:t>
      </w:r>
      <w:r w:rsidRPr="00EC3125">
        <w:lastRenderedPageBreak/>
        <w:t>wprowadzane do CEEB przez osoby wskazane</w:t>
      </w:r>
      <w:r w:rsidR="00E93AC0" w:rsidRPr="00EC3125">
        <w:t xml:space="preserve"> w</w:t>
      </w:r>
      <w:r w:rsidR="00E93AC0">
        <w:t> art. </w:t>
      </w:r>
      <w:r w:rsidRPr="00EC3125">
        <w:t>27b</w:t>
      </w:r>
      <w:r w:rsidR="00E93AC0">
        <w:t xml:space="preserve"> ust. </w:t>
      </w:r>
      <w:r w:rsidR="00E93AC0" w:rsidRPr="00EC3125">
        <w:t>1</w:t>
      </w:r>
      <w:r w:rsidR="00E93AC0">
        <w:t xml:space="preserve"> pkt </w:t>
      </w:r>
      <w:r w:rsidRPr="00EC3125">
        <w:t>5–</w:t>
      </w:r>
      <w:r w:rsidR="001B5886" w:rsidRPr="00EC3125">
        <w:t>7</w:t>
      </w:r>
      <w:r w:rsidR="001B5886">
        <w:t> </w:t>
      </w:r>
      <w:r w:rsidRPr="00EC3125">
        <w:t>ustawy</w:t>
      </w:r>
      <w:r w:rsidR="001B5886" w:rsidRPr="00EC3125">
        <w:t xml:space="preserve"> z</w:t>
      </w:r>
      <w:r w:rsidR="001B5886">
        <w:t> </w:t>
      </w:r>
      <w:r w:rsidRPr="00EC3125">
        <w:t>dnia 2</w:t>
      </w:r>
      <w:r w:rsidR="001B5886" w:rsidRPr="00EC3125">
        <w:t>1</w:t>
      </w:r>
      <w:r w:rsidR="001B5886">
        <w:t> </w:t>
      </w:r>
      <w:r w:rsidRPr="00EC3125">
        <w:t>listopada 200</w:t>
      </w:r>
      <w:r w:rsidR="001B5886" w:rsidRPr="00EC3125">
        <w:t>8</w:t>
      </w:r>
      <w:r w:rsidR="001B5886">
        <w:t> </w:t>
      </w:r>
      <w:r w:rsidRPr="00EC3125">
        <w:t>r.</w:t>
      </w:r>
      <w:r w:rsidR="001B5886" w:rsidRPr="00EC3125">
        <w:t xml:space="preserve"> o</w:t>
      </w:r>
      <w:r w:rsidR="001B5886">
        <w:t> </w:t>
      </w:r>
      <w:r w:rsidRPr="00EC3125">
        <w:t>wspieraniu termomodernizacji</w:t>
      </w:r>
      <w:r w:rsidR="001B5886" w:rsidRPr="00EC3125">
        <w:t xml:space="preserve"> i</w:t>
      </w:r>
      <w:r w:rsidR="001B5886">
        <w:t> </w:t>
      </w:r>
      <w:r w:rsidRPr="00EC3125">
        <w:t>remontów</w:t>
      </w:r>
      <w:r w:rsidR="00FA1478" w:rsidRPr="00FA1478">
        <w:t xml:space="preserve"> oraz o</w:t>
      </w:r>
      <w:r w:rsidR="00C7244B">
        <w:t> </w:t>
      </w:r>
      <w:r w:rsidR="00FA1478" w:rsidRPr="00FA1478">
        <w:t>centralnej ewidencji emisyjności budynków</w:t>
      </w:r>
      <w:r w:rsidRPr="00EC3125">
        <w:t>,</w:t>
      </w:r>
    </w:p>
    <w:p w14:paraId="46B9685C" w14:textId="3BCCBCE2" w:rsidR="005E73CD" w:rsidRDefault="00EC3125" w:rsidP="000842F9">
      <w:pPr>
        <w:pStyle w:val="LITlitera"/>
      </w:pPr>
      <w:r w:rsidRPr="00EC3125">
        <w:t>e)</w:t>
      </w:r>
      <w:r w:rsidR="005E73CD">
        <w:tab/>
      </w:r>
      <w:r w:rsidR="004D1CE2">
        <w:t xml:space="preserve">uczestników i </w:t>
      </w:r>
      <w:r w:rsidRPr="00EC3125">
        <w:t>datę kontroli,</w:t>
      </w:r>
      <w:r w:rsidR="001B5886" w:rsidRPr="00EC3125">
        <w:t xml:space="preserve"> o</w:t>
      </w:r>
      <w:r w:rsidR="001B5886">
        <w:t> </w:t>
      </w:r>
      <w:r w:rsidRPr="00EC3125">
        <w:t>której mowa</w:t>
      </w:r>
      <w:r w:rsidR="00E93AC0" w:rsidRPr="00EC3125">
        <w:t xml:space="preserve"> w</w:t>
      </w:r>
      <w:r w:rsidR="00E93AC0">
        <w:t> art. </w:t>
      </w:r>
      <w:r w:rsidR="00E93AC0" w:rsidRPr="00EC3125">
        <w:t>9</w:t>
      </w:r>
      <w:r w:rsidR="00E93AC0">
        <w:t xml:space="preserve"> ust. </w:t>
      </w:r>
      <w:r w:rsidR="001B5886" w:rsidRPr="00EC3125">
        <w:t>1</w:t>
      </w:r>
      <w:r w:rsidR="001B5886">
        <w:t> </w:t>
      </w:r>
      <w:r w:rsidRPr="00EC3125">
        <w:t>ustawy</w:t>
      </w:r>
      <w:r w:rsidR="001B5886" w:rsidRPr="00EC3125">
        <w:t xml:space="preserve"> z</w:t>
      </w:r>
      <w:r w:rsidR="001B5886">
        <w:t> </w:t>
      </w:r>
      <w:r w:rsidRPr="00EC3125">
        <w:t>dnia 2</w:t>
      </w:r>
      <w:r w:rsidR="001B5886" w:rsidRPr="00EC3125">
        <w:t>0</w:t>
      </w:r>
      <w:r w:rsidR="001B5886">
        <w:t> </w:t>
      </w:r>
      <w:r w:rsidRPr="00EC3125">
        <w:t>lipca 199</w:t>
      </w:r>
      <w:r w:rsidR="001B5886" w:rsidRPr="00EC3125">
        <w:t>1</w:t>
      </w:r>
      <w:r w:rsidR="001B5886">
        <w:t> </w:t>
      </w:r>
      <w:r w:rsidRPr="00EC3125">
        <w:t>r.</w:t>
      </w:r>
      <w:r w:rsidR="001B5886" w:rsidRPr="00EC3125">
        <w:t xml:space="preserve"> o</w:t>
      </w:r>
      <w:r w:rsidR="001B5886">
        <w:t> </w:t>
      </w:r>
      <w:r w:rsidRPr="00EC3125">
        <w:t>Inspekcji Ochrony Środowiska (</w:t>
      </w:r>
      <w:r w:rsidR="00E93AC0">
        <w:t>Dz. U.</w:t>
      </w:r>
      <w:r w:rsidR="001B5886" w:rsidRPr="00EC3125">
        <w:t xml:space="preserve"> z</w:t>
      </w:r>
      <w:r w:rsidR="001B5886">
        <w:t> </w:t>
      </w:r>
      <w:r w:rsidRPr="00EC3125">
        <w:t>202</w:t>
      </w:r>
      <w:r w:rsidR="001B5886" w:rsidRPr="00EC3125">
        <w:t>1</w:t>
      </w:r>
      <w:r w:rsidR="001B5886">
        <w:t> </w:t>
      </w:r>
      <w:r w:rsidRPr="00EC3125">
        <w:t>r.</w:t>
      </w:r>
      <w:r w:rsidR="00E93AC0">
        <w:t xml:space="preserve"> poz. </w:t>
      </w:r>
      <w:r w:rsidRPr="00EC3125">
        <w:t>1070</w:t>
      </w:r>
      <w:r w:rsidR="009951F1">
        <w:t>,</w:t>
      </w:r>
      <w:r w:rsidR="00E93AC0">
        <w:t xml:space="preserve"> z </w:t>
      </w:r>
      <w:r w:rsidR="009951F1">
        <w:t>późn. zm.</w:t>
      </w:r>
      <w:r w:rsidRPr="00EC3125">
        <w:t xml:space="preserve">) </w:t>
      </w:r>
      <w:r w:rsidR="00481688" w:rsidRPr="00481688">
        <w:t>–</w:t>
      </w:r>
      <w:r w:rsidR="00E93AC0">
        <w:t xml:space="preserve"> </w:t>
      </w:r>
      <w:r w:rsidRPr="00EC3125">
        <w:t>które są wprowadzane do CEEB przez osoby wskazane</w:t>
      </w:r>
      <w:r w:rsidR="00E93AC0" w:rsidRPr="00EC3125">
        <w:t xml:space="preserve"> w</w:t>
      </w:r>
      <w:r w:rsidR="00E93AC0">
        <w:t> art. </w:t>
      </w:r>
      <w:r w:rsidRPr="00EC3125">
        <w:t>27b</w:t>
      </w:r>
      <w:r w:rsidR="00E93AC0">
        <w:t xml:space="preserve"> ust. </w:t>
      </w:r>
      <w:r w:rsidR="00E93AC0" w:rsidRPr="00EC3125">
        <w:t>1</w:t>
      </w:r>
      <w:r w:rsidR="00E93AC0">
        <w:t xml:space="preserve"> pkt </w:t>
      </w:r>
      <w:r w:rsidR="00E93AC0" w:rsidRPr="00EC3125">
        <w:t>3</w:t>
      </w:r>
      <w:r w:rsidR="00E93AC0">
        <w:t xml:space="preserve"> i </w:t>
      </w:r>
      <w:r w:rsidR="001B5886" w:rsidRPr="00EC3125">
        <w:t>9</w:t>
      </w:r>
      <w:r w:rsidR="001B5886">
        <w:t> </w:t>
      </w:r>
      <w:r w:rsidRPr="00EC3125">
        <w:t>ustawy</w:t>
      </w:r>
      <w:r w:rsidR="001B5886" w:rsidRPr="00EC3125">
        <w:t xml:space="preserve"> z</w:t>
      </w:r>
      <w:r w:rsidR="001B5886">
        <w:t> </w:t>
      </w:r>
      <w:r w:rsidRPr="00EC3125">
        <w:t>dnia 2</w:t>
      </w:r>
      <w:r w:rsidR="001B5886" w:rsidRPr="00EC3125">
        <w:t>1</w:t>
      </w:r>
      <w:r w:rsidR="001B5886">
        <w:t> </w:t>
      </w:r>
      <w:r w:rsidRPr="00EC3125">
        <w:t>listopada 200</w:t>
      </w:r>
      <w:r w:rsidR="001B5886" w:rsidRPr="00EC3125">
        <w:t>8</w:t>
      </w:r>
      <w:r w:rsidR="001B5886">
        <w:t> </w:t>
      </w:r>
      <w:r w:rsidRPr="00EC3125">
        <w:t>r.</w:t>
      </w:r>
      <w:r w:rsidR="001B5886" w:rsidRPr="00EC3125">
        <w:t xml:space="preserve"> o</w:t>
      </w:r>
      <w:r w:rsidR="001B5886">
        <w:t> </w:t>
      </w:r>
      <w:r w:rsidRPr="00EC3125">
        <w:t>wspieraniu termomodernizacji</w:t>
      </w:r>
      <w:r w:rsidR="001B5886" w:rsidRPr="00EC3125">
        <w:t xml:space="preserve"> i</w:t>
      </w:r>
      <w:r w:rsidR="001B5886">
        <w:t> </w:t>
      </w:r>
      <w:r w:rsidRPr="00EC3125">
        <w:t>remontów</w:t>
      </w:r>
      <w:r w:rsidR="00FA1478" w:rsidRPr="00FA1478">
        <w:t xml:space="preserve"> oraz o</w:t>
      </w:r>
      <w:r w:rsidR="00C7244B">
        <w:t> </w:t>
      </w:r>
      <w:r w:rsidR="00FA1478" w:rsidRPr="00FA1478">
        <w:t>centralnej ewidencji emisyjności budynków</w:t>
      </w:r>
      <w:r w:rsidRPr="00EC3125">
        <w:t>,</w:t>
      </w:r>
    </w:p>
    <w:p w14:paraId="51E576F3" w14:textId="7A1C5631" w:rsidR="005E73CD" w:rsidRDefault="00EC3125" w:rsidP="000842F9">
      <w:pPr>
        <w:pStyle w:val="LITlitera"/>
      </w:pPr>
      <w:r w:rsidRPr="00EC3125">
        <w:t>f)</w:t>
      </w:r>
      <w:r w:rsidR="005E73CD">
        <w:tab/>
      </w:r>
      <w:r w:rsidRPr="00EC3125">
        <w:t>datę</w:t>
      </w:r>
      <w:r w:rsidR="001B5886" w:rsidRPr="00EC3125">
        <w:t xml:space="preserve"> i</w:t>
      </w:r>
      <w:r w:rsidR="001B5886">
        <w:t> </w:t>
      </w:r>
      <w:r w:rsidRPr="00EC3125">
        <w:t>wynik kontroli,</w:t>
      </w:r>
      <w:r w:rsidR="001B5886" w:rsidRPr="00EC3125">
        <w:t xml:space="preserve"> o</w:t>
      </w:r>
      <w:r w:rsidR="001B5886">
        <w:t> </w:t>
      </w:r>
      <w:r w:rsidRPr="00EC3125">
        <w:t>której mowa</w:t>
      </w:r>
      <w:r w:rsidR="00E93AC0" w:rsidRPr="00EC3125">
        <w:t xml:space="preserve"> w</w:t>
      </w:r>
      <w:r w:rsidR="00E93AC0">
        <w:t> art. </w:t>
      </w:r>
      <w:r w:rsidRPr="00EC3125">
        <w:t>2</w:t>
      </w:r>
      <w:r w:rsidR="00E93AC0" w:rsidRPr="00EC3125">
        <w:t>3</w:t>
      </w:r>
      <w:r w:rsidR="00E93AC0">
        <w:t xml:space="preserve"> ust. </w:t>
      </w:r>
      <w:r w:rsidR="00E93AC0" w:rsidRPr="00EC3125">
        <w:t>1</w:t>
      </w:r>
      <w:r w:rsidR="00E93AC0">
        <w:t xml:space="preserve"> pkt </w:t>
      </w:r>
      <w:r w:rsidR="001B5886" w:rsidRPr="00EC3125">
        <w:t>1</w:t>
      </w:r>
      <w:r w:rsidR="001B5886">
        <w:t> </w:t>
      </w:r>
      <w:r w:rsidRPr="00EC3125">
        <w:t>ustawy</w:t>
      </w:r>
      <w:r w:rsidR="001B5886" w:rsidRPr="00EC3125">
        <w:t xml:space="preserve"> z</w:t>
      </w:r>
      <w:r w:rsidR="001B5886">
        <w:t> </w:t>
      </w:r>
      <w:r w:rsidRPr="00EC3125">
        <w:t>dnia 2</w:t>
      </w:r>
      <w:r w:rsidR="001B5886" w:rsidRPr="00EC3125">
        <w:t>9</w:t>
      </w:r>
      <w:r w:rsidR="001B5886">
        <w:t> </w:t>
      </w:r>
      <w:r w:rsidRPr="00EC3125">
        <w:t>sierpnia 201</w:t>
      </w:r>
      <w:r w:rsidR="001B5886" w:rsidRPr="00EC3125">
        <w:t>4</w:t>
      </w:r>
      <w:r w:rsidR="001B5886">
        <w:t> </w:t>
      </w:r>
      <w:r w:rsidRPr="00EC3125">
        <w:t>r.</w:t>
      </w:r>
      <w:r w:rsidR="001B5886" w:rsidRPr="00EC3125">
        <w:t xml:space="preserve"> o</w:t>
      </w:r>
      <w:r w:rsidR="001B5886">
        <w:t> </w:t>
      </w:r>
      <w:r w:rsidRPr="00EC3125">
        <w:t>charakterystyce energetycznej budynków (</w:t>
      </w:r>
      <w:r w:rsidR="00E93AC0">
        <w:t>Dz. U.</w:t>
      </w:r>
      <w:r w:rsidR="001B5886" w:rsidRPr="00EC3125">
        <w:t xml:space="preserve"> z</w:t>
      </w:r>
      <w:r w:rsidR="001B5886">
        <w:t> </w:t>
      </w:r>
      <w:r w:rsidRPr="00EC3125">
        <w:t>202</w:t>
      </w:r>
      <w:r w:rsidR="001B5886" w:rsidRPr="00EC3125">
        <w:t>1</w:t>
      </w:r>
      <w:r w:rsidR="001B5886">
        <w:t> </w:t>
      </w:r>
      <w:r w:rsidRPr="00EC3125">
        <w:t>r.</w:t>
      </w:r>
      <w:r w:rsidR="00E93AC0">
        <w:t xml:space="preserve"> poz. </w:t>
      </w:r>
      <w:r w:rsidRPr="00EC3125">
        <w:t>497</w:t>
      </w:r>
      <w:r w:rsidR="009951F1">
        <w:t>,</w:t>
      </w:r>
      <w:r w:rsidR="00E93AC0">
        <w:t xml:space="preserve"> z </w:t>
      </w:r>
      <w:r w:rsidR="009951F1">
        <w:t>późn. zm.</w:t>
      </w:r>
      <w:r w:rsidRPr="00EC3125">
        <w:t>),</w:t>
      </w:r>
      <w:r w:rsidR="001B5886" w:rsidRPr="00EC3125">
        <w:t xml:space="preserve"> w</w:t>
      </w:r>
      <w:r w:rsidR="001B5886">
        <w:t> </w:t>
      </w:r>
      <w:r w:rsidRPr="00EC3125">
        <w:t xml:space="preserve">zakresie: </w:t>
      </w:r>
      <w:r w:rsidRPr="00BC2272">
        <w:t xml:space="preserve">powierzchni </w:t>
      </w:r>
      <w:r w:rsidR="00D23BF0" w:rsidRPr="00BC2272">
        <w:t xml:space="preserve">całkowitej </w:t>
      </w:r>
      <w:r w:rsidRPr="00BC2272">
        <w:t xml:space="preserve">budynku, </w:t>
      </w:r>
      <w:r w:rsidR="00D23BF0" w:rsidRPr="00BC2272">
        <w:t xml:space="preserve">rodzaju źródła ciepła, rodzaju paliwa, </w:t>
      </w:r>
      <w:r w:rsidRPr="00BC2272">
        <w:t xml:space="preserve">roku produkcji kotła, </w:t>
      </w:r>
      <w:r w:rsidR="00A01847" w:rsidRPr="00BC2272">
        <w:t xml:space="preserve">nominalnej mocy, </w:t>
      </w:r>
      <w:r w:rsidRPr="00BC2272">
        <w:t xml:space="preserve">roku wykonania systemu ogrzewania, przeznaczenia </w:t>
      </w:r>
      <w:r w:rsidR="00D23BF0" w:rsidRPr="00BC2272">
        <w:t>źródła ciepła</w:t>
      </w:r>
      <w:r w:rsidRPr="00BC2272">
        <w:t>, sprawności przy mocy nominalnej</w:t>
      </w:r>
      <w:r w:rsidR="00481688" w:rsidRPr="00BC2272">
        <w:t>–</w:t>
      </w:r>
      <w:r w:rsidR="00E93AC0" w:rsidRPr="00055A75">
        <w:t xml:space="preserve"> </w:t>
      </w:r>
      <w:r w:rsidRPr="00055A75">
        <w:t>które są pozyskiwane automatycznie</w:t>
      </w:r>
      <w:r w:rsidR="001B5886" w:rsidRPr="00D23BF0">
        <w:t xml:space="preserve"> z </w:t>
      </w:r>
      <w:r w:rsidRPr="00D23BF0">
        <w:t>centralnego rejestru charakterystyki energetycznej budynków</w:t>
      </w:r>
      <w:r w:rsidRPr="00EC3125">
        <w:t xml:space="preserve">, </w:t>
      </w:r>
    </w:p>
    <w:p w14:paraId="6B1126D6" w14:textId="48F10B27" w:rsidR="005E73CD" w:rsidRDefault="00EC3125" w:rsidP="00BC2272">
      <w:pPr>
        <w:pStyle w:val="TIRtiret"/>
        <w:ind w:left="993"/>
      </w:pPr>
      <w:r w:rsidRPr="00EC3125">
        <w:t>g)</w:t>
      </w:r>
      <w:r w:rsidR="0071361A">
        <w:tab/>
      </w:r>
      <w:r w:rsidR="005E42EF">
        <w:t xml:space="preserve">informacje o </w:t>
      </w:r>
      <w:r w:rsidRPr="00EC3125">
        <w:t>sporządzon</w:t>
      </w:r>
      <w:r w:rsidR="005E42EF">
        <w:t>ym</w:t>
      </w:r>
      <w:r w:rsidRPr="00EC3125">
        <w:t xml:space="preserve"> świadectw</w:t>
      </w:r>
      <w:r w:rsidR="005E42EF">
        <w:t>ie</w:t>
      </w:r>
      <w:r w:rsidRPr="00EC3125">
        <w:t xml:space="preserve"> charakterystyki energetycznej budynku</w:t>
      </w:r>
      <w:r w:rsidR="00A82301">
        <w:t xml:space="preserve"> </w:t>
      </w:r>
      <w:r w:rsidR="00A82301" w:rsidRPr="00A82301">
        <w:t>lub części budynku</w:t>
      </w:r>
      <w:r w:rsidRPr="00EC3125">
        <w:t>,</w:t>
      </w:r>
      <w:r w:rsidR="001B5886" w:rsidRPr="00EC3125">
        <w:t xml:space="preserve"> o</w:t>
      </w:r>
      <w:r w:rsidR="001B5886">
        <w:t> </w:t>
      </w:r>
      <w:r w:rsidRPr="00EC3125">
        <w:t>którym mowa</w:t>
      </w:r>
      <w:r w:rsidR="00E93AC0" w:rsidRPr="00EC3125">
        <w:t xml:space="preserve"> w</w:t>
      </w:r>
      <w:r w:rsidR="00E93AC0">
        <w:t> art. </w:t>
      </w:r>
      <w:r w:rsidR="00E93AC0" w:rsidRPr="00EC3125">
        <w:t>3</w:t>
      </w:r>
      <w:r w:rsidR="00E93AC0">
        <w:t xml:space="preserve"> ust. </w:t>
      </w:r>
      <w:r w:rsidR="00E93AC0" w:rsidRPr="00EC3125">
        <w:t>1</w:t>
      </w:r>
      <w:r w:rsidR="00E93AC0">
        <w:t xml:space="preserve"> i </w:t>
      </w:r>
      <w:r w:rsidR="001B5886" w:rsidRPr="00EC3125">
        <w:t>2</w:t>
      </w:r>
      <w:r w:rsidR="001B5886">
        <w:t> </w:t>
      </w:r>
      <w:r w:rsidRPr="00EC3125">
        <w:t>ustawy</w:t>
      </w:r>
      <w:r w:rsidR="001B5886" w:rsidRPr="00EC3125">
        <w:t xml:space="preserve"> z</w:t>
      </w:r>
      <w:r w:rsidR="001B5886">
        <w:t> </w:t>
      </w:r>
      <w:r w:rsidRPr="00EC3125">
        <w:t xml:space="preserve">dnia </w:t>
      </w:r>
      <w:r w:rsidR="001B5886" w:rsidRPr="00EC3125">
        <w:t>9</w:t>
      </w:r>
      <w:r w:rsidR="001B5886">
        <w:t> </w:t>
      </w:r>
      <w:r w:rsidRPr="00EC3125">
        <w:t>sierpnia 201</w:t>
      </w:r>
      <w:r w:rsidR="001B5886" w:rsidRPr="00EC3125">
        <w:t>4</w:t>
      </w:r>
      <w:r w:rsidR="001B5886">
        <w:t> </w:t>
      </w:r>
      <w:r w:rsidRPr="00EC3125">
        <w:t>r.</w:t>
      </w:r>
      <w:r w:rsidR="001B5886" w:rsidRPr="00EC3125">
        <w:t xml:space="preserve"> o</w:t>
      </w:r>
      <w:r w:rsidR="001B5886">
        <w:t> </w:t>
      </w:r>
      <w:r w:rsidRPr="00EC3125">
        <w:t>charakterystyce energetycznej budynków,</w:t>
      </w:r>
      <w:r w:rsidR="001B5886" w:rsidRPr="00EC3125">
        <w:t xml:space="preserve"> w</w:t>
      </w:r>
      <w:r w:rsidR="001B5886">
        <w:t> </w:t>
      </w:r>
      <w:r w:rsidRPr="00EC3125">
        <w:t xml:space="preserve">zakresie: </w:t>
      </w:r>
      <w:r w:rsidR="00BC2272" w:rsidRPr="00AF0BB8">
        <w:t>numeru świadectwa charakterystyki energetycznej budynku lub części budynku,</w:t>
      </w:r>
      <w:r w:rsidR="00BC2272">
        <w:t xml:space="preserve"> </w:t>
      </w:r>
      <w:r w:rsidR="00BC2272" w:rsidRPr="00AF0BB8">
        <w:t>daty wystawienia świadectwa charakterystyki energetycznej budynku lub części budynku,</w:t>
      </w:r>
      <w:r w:rsidR="00BC2272">
        <w:t xml:space="preserve"> </w:t>
      </w:r>
      <w:r w:rsidRPr="00EC3125">
        <w:t xml:space="preserve">współczynnika przenikania ciepła przegród </w:t>
      </w:r>
      <w:r w:rsidR="00A82301">
        <w:t>U</w:t>
      </w:r>
      <w:r w:rsidRPr="00EC3125">
        <w:t>, systemu ogrzewczego,</w:t>
      </w:r>
      <w:r w:rsidR="001B5886" w:rsidRPr="00EC3125">
        <w:t xml:space="preserve"> w</w:t>
      </w:r>
      <w:r w:rsidR="001B5886">
        <w:t> </w:t>
      </w:r>
      <w:r w:rsidRPr="00EC3125">
        <w:t>tym wytwarzania, przesyłu, akumulacji, regulacji</w:t>
      </w:r>
      <w:r w:rsidR="001B5886" w:rsidRPr="00EC3125">
        <w:t xml:space="preserve"> i</w:t>
      </w:r>
      <w:r w:rsidR="001B5886">
        <w:t> </w:t>
      </w:r>
      <w:r w:rsidRPr="00EC3125">
        <w:t>wykorzystania ciepła, systemu przygotowania ciepłej wody użytkowej,</w:t>
      </w:r>
      <w:r w:rsidR="001B5886" w:rsidRPr="00EC3125">
        <w:t xml:space="preserve"> w</w:t>
      </w:r>
      <w:r w:rsidR="001B5886">
        <w:t> </w:t>
      </w:r>
      <w:r w:rsidRPr="00EC3125">
        <w:t>tym wytwarzania</w:t>
      </w:r>
      <w:r w:rsidR="00055A75">
        <w:t xml:space="preserve"> ciepła</w:t>
      </w:r>
      <w:r w:rsidRPr="00EC3125">
        <w:t>, przesyłu, akumulacji, regulacji</w:t>
      </w:r>
      <w:r w:rsidR="001B5886" w:rsidRPr="00EC3125">
        <w:t xml:space="preserve"> i</w:t>
      </w:r>
      <w:r w:rsidR="001B5886">
        <w:t> </w:t>
      </w:r>
      <w:r w:rsidRPr="00EC3125">
        <w:t>wykorzystania ciepła oraz powierzchni pomieszczeń</w:t>
      </w:r>
      <w:r w:rsidR="001B5886" w:rsidRPr="00EC3125">
        <w:t xml:space="preserve"> o</w:t>
      </w:r>
      <w:r w:rsidR="001B5886">
        <w:t> </w:t>
      </w:r>
      <w:r w:rsidRPr="00EC3125">
        <w:t xml:space="preserve">regulowanej temperaturze powietrza </w:t>
      </w:r>
      <w:r w:rsidR="00481688" w:rsidRPr="00481688">
        <w:t>–</w:t>
      </w:r>
      <w:r w:rsidR="00E93AC0">
        <w:t xml:space="preserve"> </w:t>
      </w:r>
      <w:r w:rsidRPr="00EC3125">
        <w:t>które są pozyskiwane automatycznie</w:t>
      </w:r>
      <w:r w:rsidR="001B5886" w:rsidRPr="00EC3125">
        <w:t xml:space="preserve"> z</w:t>
      </w:r>
      <w:r w:rsidR="001B5886">
        <w:t> </w:t>
      </w:r>
      <w:r w:rsidRPr="00EC3125">
        <w:t>centralnego rejestru charakterystyki energetycznej budynków,</w:t>
      </w:r>
    </w:p>
    <w:p w14:paraId="0C0BC26D" w14:textId="5CAA73D0" w:rsidR="005E73CD" w:rsidRDefault="00EC3125" w:rsidP="000842F9">
      <w:pPr>
        <w:pStyle w:val="LITlitera"/>
      </w:pPr>
      <w:r w:rsidRPr="00EC3125">
        <w:t>h)</w:t>
      </w:r>
      <w:r w:rsidR="005E73CD">
        <w:tab/>
      </w:r>
      <w:r w:rsidRPr="00EC3125">
        <w:t>datę usunięcia zanieczyszczenia</w:t>
      </w:r>
      <w:r w:rsidR="001B5886" w:rsidRPr="00EC3125">
        <w:t xml:space="preserve"> z</w:t>
      </w:r>
      <w:r w:rsidR="001B5886">
        <w:t> </w:t>
      </w:r>
      <w:r w:rsidRPr="00EC3125">
        <w:t>przewodów dymowych</w:t>
      </w:r>
      <w:r w:rsidR="001B5886" w:rsidRPr="00EC3125">
        <w:t xml:space="preserve"> i</w:t>
      </w:r>
      <w:r w:rsidR="001B5886">
        <w:t> </w:t>
      </w:r>
      <w:r w:rsidRPr="00EC3125">
        <w:t>spalinowych,</w:t>
      </w:r>
      <w:r w:rsidR="001B5886" w:rsidRPr="00EC3125">
        <w:t xml:space="preserve"> o</w:t>
      </w:r>
      <w:r w:rsidR="001B5886">
        <w:t> </w:t>
      </w:r>
      <w:r w:rsidRPr="00EC3125">
        <w:t>których mowa</w:t>
      </w:r>
      <w:r w:rsidR="00E93AC0" w:rsidRPr="00EC3125">
        <w:t xml:space="preserve"> </w:t>
      </w:r>
      <w:r w:rsidR="006F0CF5">
        <w:t>w przepisach wydanych na podstawie art. 13 ust. 1 ustawy z dnia 24 sierpnia 1991 r. o ochronie przeciwpożarowej (Dz. U. z 2022 r. poz. 2057)</w:t>
      </w:r>
      <w:r w:rsidRPr="00EC3125">
        <w:t xml:space="preserve"> </w:t>
      </w:r>
      <w:r w:rsidR="00481688" w:rsidRPr="00481688">
        <w:t>–</w:t>
      </w:r>
      <w:r w:rsidR="00E93AC0">
        <w:t xml:space="preserve"> </w:t>
      </w:r>
      <w:r w:rsidRPr="00EC3125">
        <w:t>które są wprowadzane do CEEB przez osoby wskazane</w:t>
      </w:r>
      <w:r w:rsidR="00E93AC0" w:rsidRPr="00EC3125">
        <w:t xml:space="preserve"> w</w:t>
      </w:r>
      <w:r w:rsidR="00E93AC0">
        <w:t> art. </w:t>
      </w:r>
      <w:r w:rsidRPr="00EC3125">
        <w:t>27b</w:t>
      </w:r>
      <w:r w:rsidR="00E93AC0">
        <w:t xml:space="preserve"> ust. </w:t>
      </w:r>
      <w:r w:rsidR="00E93AC0" w:rsidRPr="00EC3125">
        <w:t>1</w:t>
      </w:r>
      <w:r w:rsidR="00E93AC0">
        <w:t xml:space="preserve"> pkt </w:t>
      </w:r>
      <w:r w:rsidR="00E93AC0" w:rsidRPr="00EC3125">
        <w:t>4</w:t>
      </w:r>
      <w:r w:rsidR="00E93AC0">
        <w:t xml:space="preserve"> i </w:t>
      </w:r>
      <w:r w:rsidR="001B5886" w:rsidRPr="00EC3125">
        <w:t>9</w:t>
      </w:r>
      <w:r w:rsidR="001B5886">
        <w:t> </w:t>
      </w:r>
      <w:r w:rsidRPr="00EC3125">
        <w:t>ustawy</w:t>
      </w:r>
      <w:r w:rsidR="001B5886" w:rsidRPr="00EC3125">
        <w:t xml:space="preserve"> z</w:t>
      </w:r>
      <w:r w:rsidR="001B5886">
        <w:t> </w:t>
      </w:r>
      <w:r w:rsidRPr="00EC3125">
        <w:t>dnia 2</w:t>
      </w:r>
      <w:r w:rsidR="001B5886" w:rsidRPr="00EC3125">
        <w:t>1</w:t>
      </w:r>
      <w:r w:rsidR="001B5886">
        <w:t> </w:t>
      </w:r>
      <w:r w:rsidRPr="00EC3125">
        <w:t>listopada 200</w:t>
      </w:r>
      <w:r w:rsidR="001B5886" w:rsidRPr="00EC3125">
        <w:t>8</w:t>
      </w:r>
      <w:r w:rsidR="001B5886">
        <w:t> </w:t>
      </w:r>
      <w:r w:rsidRPr="00EC3125">
        <w:t>r.</w:t>
      </w:r>
      <w:r w:rsidR="001B5886" w:rsidRPr="00EC3125">
        <w:t xml:space="preserve"> o</w:t>
      </w:r>
      <w:r w:rsidR="001B5886">
        <w:t> </w:t>
      </w:r>
      <w:r w:rsidRPr="00EC3125">
        <w:t>wspieraniu termomodernizacji</w:t>
      </w:r>
      <w:r w:rsidR="001B5886" w:rsidRPr="00EC3125">
        <w:t xml:space="preserve"> i</w:t>
      </w:r>
      <w:r w:rsidR="001B5886">
        <w:t> </w:t>
      </w:r>
      <w:r w:rsidRPr="00EC3125">
        <w:t>remontów</w:t>
      </w:r>
      <w:r w:rsidR="00FA1478" w:rsidRPr="00FA1478">
        <w:t xml:space="preserve"> oraz o</w:t>
      </w:r>
      <w:r w:rsidR="00C7244B">
        <w:t> </w:t>
      </w:r>
      <w:r w:rsidR="00FA1478" w:rsidRPr="00FA1478">
        <w:t>centralnej ewidencji emisyjności budynków</w:t>
      </w:r>
      <w:r w:rsidRPr="00EC3125">
        <w:t>,</w:t>
      </w:r>
    </w:p>
    <w:p w14:paraId="3A2E8B9E" w14:textId="3B12C7E4" w:rsidR="005E73CD" w:rsidRDefault="00EC3125" w:rsidP="000842F9">
      <w:pPr>
        <w:pStyle w:val="LITlitera"/>
      </w:pPr>
      <w:r w:rsidRPr="00EC3125">
        <w:lastRenderedPageBreak/>
        <w:t>i)</w:t>
      </w:r>
      <w:r w:rsidR="005E73CD">
        <w:tab/>
      </w:r>
      <w:r w:rsidRPr="00EC3125">
        <w:t>dane</w:t>
      </w:r>
      <w:r w:rsidR="001B5886" w:rsidRPr="00EC3125">
        <w:t xml:space="preserve"> o</w:t>
      </w:r>
      <w:r w:rsidR="001B5886">
        <w:t> </w:t>
      </w:r>
      <w:r w:rsidRPr="00EC3125">
        <w:t>przyznanych świadczeniach</w:t>
      </w:r>
      <w:r w:rsidR="001B5886" w:rsidRPr="00EC3125">
        <w:t xml:space="preserve"> z</w:t>
      </w:r>
      <w:r w:rsidR="001B5886">
        <w:t> </w:t>
      </w:r>
      <w:r w:rsidRPr="00EC3125">
        <w:t>pomocy społecznej lub innych formach wsparcia finansowego ze środków publicznych</w:t>
      </w:r>
      <w:r w:rsidR="001B5886" w:rsidRPr="00EC3125">
        <w:t xml:space="preserve"> w</w:t>
      </w:r>
      <w:r w:rsidR="001B5886">
        <w:t> </w:t>
      </w:r>
      <w:r w:rsidRPr="00EC3125">
        <w:t>zakresie: formy przyznanego świadczenia (świadczenie pieniężne lub inna forma realizacji świadczenia), kwoty przyznanego świadczenia pieniężnego, daty przyznania świadczenia oraz szczegółowego celu przyznanego świadczenia (na: opał, gaz, energię elektryczną, ciepło</w:t>
      </w:r>
      <w:r w:rsidR="001B5886" w:rsidRPr="00EC3125">
        <w:t xml:space="preserve"> z</w:t>
      </w:r>
      <w:r w:rsidR="001B5886">
        <w:t> </w:t>
      </w:r>
      <w:r w:rsidRPr="00EC3125">
        <w:t xml:space="preserve">sieci ciepłowniczej) </w:t>
      </w:r>
      <w:r w:rsidR="00481688" w:rsidRPr="00481688">
        <w:t>–</w:t>
      </w:r>
      <w:r w:rsidR="00E93AC0">
        <w:t xml:space="preserve"> </w:t>
      </w:r>
      <w:r w:rsidRPr="00EC3125">
        <w:t>które są wprowadzane do CEEB przez osoby wskazane</w:t>
      </w:r>
      <w:r w:rsidR="00E93AC0" w:rsidRPr="00EC3125">
        <w:t xml:space="preserve"> w</w:t>
      </w:r>
      <w:r w:rsidR="00E93AC0">
        <w:t> art. </w:t>
      </w:r>
      <w:r w:rsidRPr="00EC3125">
        <w:t>27b</w:t>
      </w:r>
      <w:r w:rsidR="00E93AC0">
        <w:t xml:space="preserve"> ust. </w:t>
      </w:r>
      <w:r w:rsidR="00E93AC0" w:rsidRPr="00EC3125">
        <w:t>1</w:t>
      </w:r>
      <w:r w:rsidR="00E93AC0">
        <w:t xml:space="preserve"> pkt </w:t>
      </w:r>
      <w:r w:rsidR="001B5886" w:rsidRPr="00EC3125">
        <w:t>8</w:t>
      </w:r>
      <w:r w:rsidR="001B5886">
        <w:t> </w:t>
      </w:r>
      <w:r w:rsidRPr="00EC3125">
        <w:t>ustawy</w:t>
      </w:r>
      <w:r w:rsidR="001B5886" w:rsidRPr="00EC3125">
        <w:t xml:space="preserve"> z</w:t>
      </w:r>
      <w:r w:rsidR="001B5886">
        <w:t> </w:t>
      </w:r>
      <w:r w:rsidRPr="00EC3125">
        <w:t>dnia 2</w:t>
      </w:r>
      <w:r w:rsidR="001B5886" w:rsidRPr="00EC3125">
        <w:t>1</w:t>
      </w:r>
      <w:r w:rsidR="001B5886">
        <w:t> </w:t>
      </w:r>
      <w:r w:rsidRPr="00EC3125">
        <w:t>listopada 200</w:t>
      </w:r>
      <w:r w:rsidR="001B5886" w:rsidRPr="00EC3125">
        <w:t>8</w:t>
      </w:r>
      <w:r w:rsidR="001B5886">
        <w:t> </w:t>
      </w:r>
      <w:r w:rsidRPr="00EC3125">
        <w:t>r.</w:t>
      </w:r>
      <w:r w:rsidR="001B5886" w:rsidRPr="00EC3125">
        <w:t xml:space="preserve"> o</w:t>
      </w:r>
      <w:r w:rsidR="001B5886">
        <w:t> </w:t>
      </w:r>
      <w:r w:rsidRPr="00EC3125">
        <w:t>wspieraniu termomodernizacji</w:t>
      </w:r>
      <w:r w:rsidR="001B5886" w:rsidRPr="00EC3125">
        <w:t xml:space="preserve"> i</w:t>
      </w:r>
      <w:r w:rsidR="001B5886">
        <w:t> </w:t>
      </w:r>
      <w:r w:rsidRPr="00EC3125">
        <w:t>remontów</w:t>
      </w:r>
      <w:r w:rsidR="00FA1478">
        <w:t xml:space="preserve"> </w:t>
      </w:r>
      <w:r w:rsidR="00FA1478" w:rsidRPr="00FA1478">
        <w:t>oraz o centralnej ewidencji emisyjności budynków</w:t>
      </w:r>
      <w:r w:rsidRPr="00EC3125">
        <w:t xml:space="preserve">. </w:t>
      </w:r>
    </w:p>
    <w:p w14:paraId="4CB4DB22" w14:textId="4C6727DA" w:rsidR="00125558" w:rsidRDefault="00125558" w:rsidP="00125558">
      <w:pPr>
        <w:pStyle w:val="ARTartustawynprozporzdzenia"/>
      </w:pPr>
      <w:r w:rsidRPr="00125558">
        <w:t>Projektowane rozporządzenie wejdzie</w:t>
      </w:r>
      <w:r w:rsidR="00E93AC0" w:rsidRPr="00125558">
        <w:t xml:space="preserve"> w</w:t>
      </w:r>
      <w:r w:rsidR="00E93AC0">
        <w:t> </w:t>
      </w:r>
      <w:r w:rsidRPr="00125558">
        <w:t>życie</w:t>
      </w:r>
      <w:r w:rsidR="00E93AC0" w:rsidRPr="00125558">
        <w:t xml:space="preserve"> </w:t>
      </w:r>
      <w:r w:rsidR="00C168A8">
        <w:t>1 sierpnia 2023 r</w:t>
      </w:r>
      <w:r w:rsidR="00C1642E">
        <w:t xml:space="preserve">. </w:t>
      </w:r>
    </w:p>
    <w:p w14:paraId="20A6A554" w14:textId="7B2E7A01" w:rsidR="003B28DB" w:rsidRDefault="00EC3125" w:rsidP="005E73CD">
      <w:pPr>
        <w:pStyle w:val="NIEARTTEKSTtekstnieartykuowanynppodstprawnarozplubpreambua"/>
      </w:pPr>
      <w:bookmarkStart w:id="3" w:name="_Hlk125455816"/>
      <w:r w:rsidRPr="00EC3125">
        <w:t>Z</w:t>
      </w:r>
      <w:r w:rsidR="00E93AC0">
        <w:t xml:space="preserve"> art. </w:t>
      </w:r>
      <w:r w:rsidRPr="00EC3125">
        <w:t>1</w:t>
      </w:r>
      <w:r w:rsidR="006464D1">
        <w:t>8</w:t>
      </w:r>
      <w:r w:rsidR="001B5886">
        <w:t> </w:t>
      </w:r>
      <w:r w:rsidR="00634E9A" w:rsidRPr="00EC3125">
        <w:t>ustawy</w:t>
      </w:r>
      <w:r w:rsidR="001B5886" w:rsidRPr="00EC3125">
        <w:t xml:space="preserve"> z</w:t>
      </w:r>
      <w:r w:rsidR="001B5886">
        <w:t> </w:t>
      </w:r>
      <w:r w:rsidR="00634E9A" w:rsidRPr="00EC3125">
        <w:t>dnia 2</w:t>
      </w:r>
      <w:r w:rsidR="001B5886" w:rsidRPr="00EC3125">
        <w:t>8</w:t>
      </w:r>
      <w:r w:rsidR="001B5886">
        <w:t> </w:t>
      </w:r>
      <w:r w:rsidR="00634E9A" w:rsidRPr="00EC3125">
        <w:t>października 202</w:t>
      </w:r>
      <w:r w:rsidR="001B5886" w:rsidRPr="00EC3125">
        <w:t>0</w:t>
      </w:r>
      <w:r w:rsidR="001B5886">
        <w:t> </w:t>
      </w:r>
      <w:r w:rsidR="00634E9A" w:rsidRPr="00EC3125">
        <w:t>r.</w:t>
      </w:r>
      <w:r w:rsidR="001B5886" w:rsidRPr="00EC3125">
        <w:t xml:space="preserve"> o</w:t>
      </w:r>
      <w:r w:rsidR="001B5886">
        <w:t> </w:t>
      </w:r>
      <w:r w:rsidR="00634E9A" w:rsidRPr="00EC3125">
        <w:t>zmianie ustawy</w:t>
      </w:r>
      <w:r w:rsidR="001B5886" w:rsidRPr="00EC3125">
        <w:t xml:space="preserve"> o</w:t>
      </w:r>
      <w:r w:rsidR="001B5886">
        <w:t> </w:t>
      </w:r>
      <w:r w:rsidR="00634E9A" w:rsidRPr="00EC3125">
        <w:t>wspieraniu termomodernizacji</w:t>
      </w:r>
      <w:r w:rsidR="001B5886" w:rsidRPr="00EC3125">
        <w:t xml:space="preserve"> i</w:t>
      </w:r>
      <w:r w:rsidR="001B5886">
        <w:t> </w:t>
      </w:r>
      <w:r w:rsidR="00634E9A" w:rsidRPr="00EC3125">
        <w:t>remontów oraz niektórych innych ustaw</w:t>
      </w:r>
      <w:r w:rsidR="00627E97">
        <w:t xml:space="preserve"> (Dz. U. poz. 2127)</w:t>
      </w:r>
      <w:r w:rsidR="00634E9A">
        <w:t xml:space="preserve"> </w:t>
      </w:r>
      <w:r w:rsidRPr="00EC3125">
        <w:t>wynika, że minister właściwy do</w:t>
      </w:r>
      <w:r w:rsidR="00BA5AC2">
        <w:t> </w:t>
      </w:r>
      <w:r w:rsidRPr="00EC3125">
        <w:t>spraw budownictwa, planowania</w:t>
      </w:r>
      <w:r w:rsidR="001B5886" w:rsidRPr="00EC3125">
        <w:t xml:space="preserve"> i</w:t>
      </w:r>
      <w:r w:rsidR="001B5886">
        <w:t> </w:t>
      </w:r>
      <w:r w:rsidRPr="00EC3125">
        <w:t>zagospodarowania przestrzennego oraz mieszkalnictwa ogłasza</w:t>
      </w:r>
      <w:r w:rsidR="001B5886" w:rsidRPr="00EC3125">
        <w:t xml:space="preserve"> w</w:t>
      </w:r>
      <w:r w:rsidR="001B5886">
        <w:t> </w:t>
      </w:r>
      <w:r w:rsidRPr="00EC3125">
        <w:t>Dzienniku Ustaw Rzeczypospolitej Polskiej oraz na stronie podmiotowej Biuletynu Informacji Publicznej ministra właściwego do spraw budownictwa, planowania</w:t>
      </w:r>
      <w:r w:rsidR="001B5886" w:rsidRPr="00EC3125">
        <w:t xml:space="preserve"> i</w:t>
      </w:r>
      <w:r w:rsidR="001B5886">
        <w:t> </w:t>
      </w:r>
      <w:r w:rsidRPr="00EC3125">
        <w:t>zagospodarowania przestrzennego oraz mieszkalnictwa komunikat określający dzień wdrożenia rozwiązań technicznych umożliwiających m.in.: prowadzenie CEEB,</w:t>
      </w:r>
      <w:r w:rsidR="001B5886" w:rsidRPr="00EC3125">
        <w:t xml:space="preserve"> o</w:t>
      </w:r>
      <w:r w:rsidR="001B5886">
        <w:t> </w:t>
      </w:r>
      <w:r w:rsidRPr="00EC3125">
        <w:t>której mowa</w:t>
      </w:r>
      <w:r w:rsidR="00E93AC0" w:rsidRPr="00EC3125">
        <w:t xml:space="preserve"> w</w:t>
      </w:r>
      <w:r w:rsidR="00E93AC0">
        <w:t> art. </w:t>
      </w:r>
      <w:r w:rsidRPr="00EC3125">
        <w:t>27a ustawy</w:t>
      </w:r>
      <w:r w:rsidR="001B5886" w:rsidRPr="00EC3125">
        <w:t xml:space="preserve"> z</w:t>
      </w:r>
      <w:r w:rsidR="001B5886">
        <w:t> </w:t>
      </w:r>
      <w:r w:rsidRPr="00EC3125">
        <w:t>dnia 2</w:t>
      </w:r>
      <w:r w:rsidR="001B5886" w:rsidRPr="00EC3125">
        <w:t>1</w:t>
      </w:r>
      <w:r w:rsidR="001B5886">
        <w:t> </w:t>
      </w:r>
      <w:r w:rsidRPr="00EC3125">
        <w:t>listopada 200</w:t>
      </w:r>
      <w:r w:rsidR="001B5886" w:rsidRPr="00EC3125">
        <w:t>8</w:t>
      </w:r>
      <w:r w:rsidR="001B5886">
        <w:t> </w:t>
      </w:r>
      <w:r w:rsidRPr="00EC3125">
        <w:t>r.</w:t>
      </w:r>
      <w:r w:rsidR="001B5886" w:rsidRPr="00EC3125">
        <w:t xml:space="preserve"> o</w:t>
      </w:r>
      <w:r w:rsidR="001B5886">
        <w:t> </w:t>
      </w:r>
      <w:r w:rsidRPr="00EC3125">
        <w:t>wspieraniu termomodernizacji</w:t>
      </w:r>
      <w:r w:rsidR="001B5886" w:rsidRPr="00EC3125">
        <w:t xml:space="preserve"> i</w:t>
      </w:r>
      <w:r w:rsidR="001B5886">
        <w:t> </w:t>
      </w:r>
      <w:r w:rsidRPr="00EC3125">
        <w:t>remontów</w:t>
      </w:r>
      <w:r w:rsidR="00634E9A">
        <w:t xml:space="preserve"> </w:t>
      </w:r>
      <w:r w:rsidR="00634E9A" w:rsidRPr="00B6543D">
        <w:t>oraz o</w:t>
      </w:r>
      <w:r w:rsidR="00634E9A">
        <w:t> </w:t>
      </w:r>
      <w:r w:rsidR="00634E9A" w:rsidRPr="00B6543D">
        <w:t>centralnej ewidencji emisyjności budynków</w:t>
      </w:r>
      <w:r w:rsidRPr="00EC3125">
        <w:t>, na zasadach</w:t>
      </w:r>
      <w:r w:rsidR="001B5886" w:rsidRPr="00EC3125">
        <w:t xml:space="preserve"> o</w:t>
      </w:r>
      <w:r w:rsidR="001B5886">
        <w:t> </w:t>
      </w:r>
      <w:r w:rsidRPr="00EC3125">
        <w:t>których mowa</w:t>
      </w:r>
      <w:r w:rsidR="00E93AC0" w:rsidRPr="00EC3125">
        <w:t xml:space="preserve"> w</w:t>
      </w:r>
      <w:r w:rsidR="00E93AC0">
        <w:t> art. </w:t>
      </w:r>
      <w:r w:rsidRPr="00EC3125">
        <w:t>27a</w:t>
      </w:r>
      <w:r w:rsidR="001B5886">
        <w:t xml:space="preserve"> </w:t>
      </w:r>
      <w:r w:rsidR="00634E9A" w:rsidRPr="00EC3125">
        <w:t>ustawy</w:t>
      </w:r>
      <w:r w:rsidR="001B5886" w:rsidRPr="00EC3125">
        <w:t xml:space="preserve"> z</w:t>
      </w:r>
      <w:r w:rsidR="001B5886">
        <w:t> </w:t>
      </w:r>
      <w:r w:rsidR="00634E9A" w:rsidRPr="00EC3125">
        <w:t>dnia 2</w:t>
      </w:r>
      <w:r w:rsidR="001B5886" w:rsidRPr="00EC3125">
        <w:t>1</w:t>
      </w:r>
      <w:r w:rsidR="001B5886">
        <w:t> </w:t>
      </w:r>
      <w:r w:rsidR="00634E9A" w:rsidRPr="00EC3125">
        <w:t>listopada 200</w:t>
      </w:r>
      <w:r w:rsidR="001B5886" w:rsidRPr="00EC3125">
        <w:t>8</w:t>
      </w:r>
      <w:r w:rsidR="001B5886">
        <w:t> </w:t>
      </w:r>
      <w:r w:rsidR="00634E9A" w:rsidRPr="00EC3125">
        <w:t>r.</w:t>
      </w:r>
      <w:r w:rsidR="001B5886" w:rsidRPr="00EC3125">
        <w:t xml:space="preserve"> o</w:t>
      </w:r>
      <w:r w:rsidR="001B5886">
        <w:t> </w:t>
      </w:r>
      <w:r w:rsidR="00634E9A" w:rsidRPr="00EC3125">
        <w:t>wspieraniu termomodernizacji</w:t>
      </w:r>
      <w:r w:rsidR="001B5886" w:rsidRPr="00EC3125">
        <w:t xml:space="preserve"> i</w:t>
      </w:r>
      <w:r w:rsidR="001B5886">
        <w:t> </w:t>
      </w:r>
      <w:r w:rsidR="00634E9A" w:rsidRPr="00EC3125">
        <w:t>remontów</w:t>
      </w:r>
      <w:r w:rsidR="00634E9A">
        <w:t xml:space="preserve"> </w:t>
      </w:r>
      <w:r w:rsidR="00634E9A" w:rsidRPr="00B6543D">
        <w:t>oraz</w:t>
      </w:r>
      <w:r w:rsidR="001B5886" w:rsidRPr="00B6543D">
        <w:t xml:space="preserve"> o</w:t>
      </w:r>
      <w:r w:rsidR="001B5886">
        <w:t> </w:t>
      </w:r>
      <w:r w:rsidR="00634E9A" w:rsidRPr="00B6543D">
        <w:t>centralnej ewidencji emisyjności budynków</w:t>
      </w:r>
      <w:r w:rsidR="00634E9A" w:rsidRPr="00EC3125">
        <w:t xml:space="preserve"> </w:t>
      </w:r>
      <w:r w:rsidRPr="00EC3125">
        <w:t>oraz wprowadzanie danych</w:t>
      </w:r>
      <w:r w:rsidR="001B5886" w:rsidRPr="00EC3125">
        <w:t xml:space="preserve"> i</w:t>
      </w:r>
      <w:r w:rsidR="001B5886">
        <w:t> </w:t>
      </w:r>
      <w:r w:rsidRPr="00EC3125">
        <w:t>informacji do CEEB,</w:t>
      </w:r>
      <w:r w:rsidR="001B5886" w:rsidRPr="00EC3125">
        <w:t xml:space="preserve"> o</w:t>
      </w:r>
      <w:r w:rsidR="001B5886">
        <w:t> </w:t>
      </w:r>
      <w:r w:rsidRPr="00EC3125">
        <w:t>których mowa</w:t>
      </w:r>
      <w:r w:rsidR="00E93AC0" w:rsidRPr="00EC3125">
        <w:t xml:space="preserve"> w</w:t>
      </w:r>
      <w:r w:rsidR="00E93AC0">
        <w:t> art. </w:t>
      </w:r>
      <w:r w:rsidRPr="00EC3125">
        <w:t>27b</w:t>
      </w:r>
      <w:r w:rsidR="00E93AC0" w:rsidRPr="00EC3125">
        <w:t xml:space="preserve"> i</w:t>
      </w:r>
      <w:r w:rsidR="00E93AC0">
        <w:t> art. </w:t>
      </w:r>
      <w:r w:rsidRPr="00EC3125">
        <w:t xml:space="preserve">27c </w:t>
      </w:r>
      <w:r w:rsidR="003B28DB" w:rsidRPr="00EC3125">
        <w:t>ustawy</w:t>
      </w:r>
      <w:r w:rsidR="001B5886" w:rsidRPr="00EC3125">
        <w:t xml:space="preserve"> z</w:t>
      </w:r>
      <w:r w:rsidR="001B5886">
        <w:t> </w:t>
      </w:r>
      <w:r w:rsidR="003B28DB" w:rsidRPr="00EC3125">
        <w:t>dnia 2</w:t>
      </w:r>
      <w:r w:rsidR="001B5886" w:rsidRPr="00EC3125">
        <w:t>1</w:t>
      </w:r>
      <w:r w:rsidR="001B5886">
        <w:t> </w:t>
      </w:r>
      <w:r w:rsidR="003B28DB" w:rsidRPr="00EC3125">
        <w:t>listopada 200</w:t>
      </w:r>
      <w:r w:rsidR="001B5886" w:rsidRPr="00EC3125">
        <w:t>8</w:t>
      </w:r>
      <w:r w:rsidR="001B5886">
        <w:t> </w:t>
      </w:r>
      <w:r w:rsidR="003B28DB" w:rsidRPr="00EC3125">
        <w:t>r.</w:t>
      </w:r>
      <w:r w:rsidR="001B5886" w:rsidRPr="00EC3125">
        <w:t xml:space="preserve"> o</w:t>
      </w:r>
      <w:r w:rsidR="001B5886">
        <w:t> </w:t>
      </w:r>
      <w:r w:rsidR="003B28DB" w:rsidRPr="00EC3125">
        <w:t>wspieraniu termomodernizacji</w:t>
      </w:r>
      <w:r w:rsidR="001B5886" w:rsidRPr="00EC3125">
        <w:t xml:space="preserve"> i</w:t>
      </w:r>
      <w:r w:rsidR="001B5886">
        <w:t> </w:t>
      </w:r>
      <w:r w:rsidR="003B28DB" w:rsidRPr="00EC3125">
        <w:t>remontów</w:t>
      </w:r>
      <w:r w:rsidR="003B28DB">
        <w:t xml:space="preserve"> </w:t>
      </w:r>
      <w:r w:rsidR="003B28DB" w:rsidRPr="00B6543D">
        <w:t>oraz</w:t>
      </w:r>
      <w:r w:rsidR="001B5886" w:rsidRPr="00B6543D">
        <w:t xml:space="preserve"> o</w:t>
      </w:r>
      <w:r w:rsidR="001B5886">
        <w:t> </w:t>
      </w:r>
      <w:r w:rsidR="003B28DB" w:rsidRPr="00B6543D">
        <w:t>centralnej ewidencji emisyjności budynków</w:t>
      </w:r>
      <w:r w:rsidRPr="00EC3125">
        <w:t>. Komunikaty,</w:t>
      </w:r>
      <w:r w:rsidR="001B5886" w:rsidRPr="00EC3125">
        <w:t xml:space="preserve"> o</w:t>
      </w:r>
      <w:r w:rsidR="001B5886">
        <w:t> </w:t>
      </w:r>
      <w:r w:rsidRPr="00EC3125">
        <w:t>których mowa powyżej, ogłasza się</w:t>
      </w:r>
      <w:r w:rsidR="001B5886" w:rsidRPr="00EC3125">
        <w:t xml:space="preserve"> w</w:t>
      </w:r>
      <w:r w:rsidR="001B5886">
        <w:t> </w:t>
      </w:r>
      <w:r w:rsidRPr="00EC3125">
        <w:t xml:space="preserve">terminie co najmniej </w:t>
      </w:r>
      <w:r w:rsidR="001B5886" w:rsidRPr="00EC3125">
        <w:t>3</w:t>
      </w:r>
      <w:r w:rsidR="001B5886">
        <w:t> </w:t>
      </w:r>
      <w:r w:rsidRPr="00EC3125">
        <w:t>miesięcy przed dniem wdrożenia rozwiązań technicznych określonych</w:t>
      </w:r>
      <w:r w:rsidR="001B5886" w:rsidRPr="00EC3125">
        <w:t xml:space="preserve"> w</w:t>
      </w:r>
      <w:r w:rsidR="001B5886">
        <w:t> </w:t>
      </w:r>
      <w:r w:rsidRPr="00EC3125">
        <w:t xml:space="preserve">danym komunikacie. </w:t>
      </w:r>
    </w:p>
    <w:p w14:paraId="223918FC" w14:textId="73212539" w:rsidR="006318D7" w:rsidRDefault="006318D7" w:rsidP="002012F5">
      <w:pPr>
        <w:pStyle w:val="NIEARTTEKSTtekstnieartykuowanynppodstprawnarozplubpreambua"/>
      </w:pPr>
      <w:r w:rsidRPr="006318D7">
        <w:t>Komunikat</w:t>
      </w:r>
      <w:r w:rsidR="002012F5">
        <w:t>ami</w:t>
      </w:r>
      <w:r w:rsidRPr="006318D7">
        <w:t xml:space="preserve"> z 27 kwietnia 2023 r. minister właściwy do spraw budownictwa, planowania i zagospodarowania przestrzennego oraz mieszkalnictwa określił dzień wdrożenia rozwiązań technicznych umożliwiających </w:t>
      </w:r>
      <w:r w:rsidR="002012F5">
        <w:t>prowadzenie centralnej ewidencji emisyjności budynków</w:t>
      </w:r>
      <w:r w:rsidRPr="006318D7">
        <w:t xml:space="preserve">, na dzień 1 sierpnia 2023 r. – komunikat Ministra Rozwoju i Technologii z dnia 27 kwietnia 2023 r. w sprawie określenia dnia wdrożenia rozwiązań technicznych umożliwiających </w:t>
      </w:r>
      <w:r w:rsidR="002012F5">
        <w:t xml:space="preserve">prowadzenie </w:t>
      </w:r>
      <w:r w:rsidRPr="006318D7">
        <w:t>centralnej ewidencji emisyjności budynków (Dz. U. poz. 83</w:t>
      </w:r>
      <w:r w:rsidR="002012F5">
        <w:t>1</w:t>
      </w:r>
      <w:r w:rsidRPr="006318D7">
        <w:t>).</w:t>
      </w:r>
    </w:p>
    <w:p w14:paraId="34215A16" w14:textId="4DA73214" w:rsidR="003B28DB" w:rsidRDefault="00EC3125" w:rsidP="003B28DB">
      <w:pPr>
        <w:pStyle w:val="NIEARTTEKSTtekstnieartykuowanynppodstprawnarozplubpreambua"/>
      </w:pPr>
      <w:r w:rsidRPr="00EC3125">
        <w:t xml:space="preserve">Etapowe uruchamianie systemu informatycznego zostanie uzależnione od gotowości technicznej samego systemu. Rozwiązanie to pozwoli na uniknięcie wszelkich niedogodności </w:t>
      </w:r>
      <w:r w:rsidRPr="00EC3125">
        <w:lastRenderedPageBreak/>
        <w:t>związanych</w:t>
      </w:r>
      <w:r w:rsidR="001B5886" w:rsidRPr="00EC3125">
        <w:t xml:space="preserve"> z</w:t>
      </w:r>
      <w:r w:rsidR="001B5886">
        <w:t> </w:t>
      </w:r>
      <w:r w:rsidRPr="00EC3125">
        <w:t>ewentualnym nieterminowym oddaniem prac wytwórczych po stronie wykonawcy systemu.</w:t>
      </w:r>
      <w:r w:rsidR="001B5886" w:rsidRPr="00EC3125">
        <w:t xml:space="preserve"> Z</w:t>
      </w:r>
      <w:r w:rsidR="001B5886">
        <w:t> </w:t>
      </w:r>
      <w:r w:rsidRPr="00EC3125">
        <w:t>punktu widzenia wszystkich interesariuszy systemu informatycznego (osoby uprawnione, podmioty, którym dane będą udostępniane) rozwiązanie to stwarza pewność</w:t>
      </w:r>
      <w:r w:rsidR="001B5886" w:rsidRPr="00EC3125">
        <w:t xml:space="preserve"> i</w:t>
      </w:r>
      <w:r w:rsidR="001B5886">
        <w:t> </w:t>
      </w:r>
      <w:r w:rsidRPr="00EC3125">
        <w:t>bezpieczeństwo</w:t>
      </w:r>
      <w:r w:rsidR="001B5886" w:rsidRPr="00EC3125">
        <w:t xml:space="preserve"> w</w:t>
      </w:r>
      <w:r w:rsidR="001B5886">
        <w:t> </w:t>
      </w:r>
      <w:r w:rsidRPr="00EC3125">
        <w:t>zakresie uruchomienia systemu, które zostanie poprzedzone odpowiednim komunikatem ministra właściwego do spraw budownictwa, planowania</w:t>
      </w:r>
      <w:r w:rsidR="001B5886" w:rsidRPr="00EC3125">
        <w:t xml:space="preserve"> i</w:t>
      </w:r>
      <w:r w:rsidR="001B5886">
        <w:t> </w:t>
      </w:r>
      <w:r w:rsidRPr="00EC3125">
        <w:t>zagospodarowania przestrzennego oraz mieszkalnictwa ogłoszonego</w:t>
      </w:r>
      <w:r w:rsidR="001B5886" w:rsidRPr="00EC3125">
        <w:t xml:space="preserve"> z</w:t>
      </w:r>
      <w:r w:rsidR="001B5886">
        <w:t> </w:t>
      </w:r>
      <w:r w:rsidRPr="00EC3125">
        <w:t>trzymiesięcznym wyprzedzeniem. Komunikat ministra właściwego do spraw budownictwa, planowania</w:t>
      </w:r>
      <w:r w:rsidR="001B5886" w:rsidRPr="00EC3125">
        <w:t xml:space="preserve"> i</w:t>
      </w:r>
      <w:r w:rsidR="001B5886">
        <w:t> </w:t>
      </w:r>
      <w:r w:rsidRPr="00EC3125">
        <w:t>zagospodarowania przestrzennego oraz mieszkalnictwa sprowadzi się do wskazania terminu wdrożenia rozwiązań technicznych umożliwiających np. uruchomienie CEEB na zasadach określonych</w:t>
      </w:r>
      <w:r w:rsidR="00E93AC0" w:rsidRPr="00EC3125">
        <w:t xml:space="preserve"> w</w:t>
      </w:r>
      <w:r w:rsidR="00E93AC0">
        <w:t> art. </w:t>
      </w:r>
      <w:r w:rsidRPr="00EC3125">
        <w:t>27a</w:t>
      </w:r>
      <w:r w:rsidR="001B5886">
        <w:t xml:space="preserve"> </w:t>
      </w:r>
      <w:r w:rsidR="003B28DB" w:rsidRPr="00EC3125">
        <w:t>ustawy</w:t>
      </w:r>
      <w:r w:rsidR="001B5886" w:rsidRPr="00EC3125">
        <w:t xml:space="preserve"> z</w:t>
      </w:r>
      <w:r w:rsidR="001B5886">
        <w:t> </w:t>
      </w:r>
      <w:r w:rsidR="003B28DB" w:rsidRPr="00EC3125">
        <w:t>dnia 2</w:t>
      </w:r>
      <w:r w:rsidR="001B5886" w:rsidRPr="00EC3125">
        <w:t>1</w:t>
      </w:r>
      <w:r w:rsidR="001B5886">
        <w:t> </w:t>
      </w:r>
      <w:r w:rsidR="003B28DB" w:rsidRPr="00EC3125">
        <w:t>listopada 200</w:t>
      </w:r>
      <w:r w:rsidR="001B5886" w:rsidRPr="00EC3125">
        <w:t>8</w:t>
      </w:r>
      <w:r w:rsidR="001B5886">
        <w:t> </w:t>
      </w:r>
      <w:r w:rsidR="003B28DB" w:rsidRPr="00EC3125">
        <w:t>r.</w:t>
      </w:r>
      <w:r w:rsidR="001B5886" w:rsidRPr="00EC3125">
        <w:t xml:space="preserve"> o</w:t>
      </w:r>
      <w:r w:rsidR="001B5886">
        <w:t> </w:t>
      </w:r>
      <w:r w:rsidR="003B28DB" w:rsidRPr="00EC3125">
        <w:t>wspieraniu termomodernizacji</w:t>
      </w:r>
      <w:r w:rsidR="001B5886" w:rsidRPr="00EC3125">
        <w:t xml:space="preserve"> i</w:t>
      </w:r>
      <w:r w:rsidR="001B5886">
        <w:t> </w:t>
      </w:r>
      <w:r w:rsidR="003B28DB" w:rsidRPr="00EC3125">
        <w:t>remontów</w:t>
      </w:r>
      <w:r w:rsidR="003B28DB">
        <w:t xml:space="preserve"> </w:t>
      </w:r>
      <w:r w:rsidR="003B28DB" w:rsidRPr="00B6543D">
        <w:t>oraz</w:t>
      </w:r>
      <w:r w:rsidR="001B5886" w:rsidRPr="00B6543D">
        <w:t xml:space="preserve"> o</w:t>
      </w:r>
      <w:r w:rsidR="001B5886">
        <w:t> </w:t>
      </w:r>
      <w:r w:rsidR="003B28DB" w:rsidRPr="00B6543D">
        <w:t>centralnej ewidencji emisyjności budynków</w:t>
      </w:r>
      <w:r w:rsidRPr="00EC3125">
        <w:t>. Termin wdrożenia tych rozwiązań zostanie określony na konkretny dzień. Przyjęte podejście wynika</w:t>
      </w:r>
      <w:r w:rsidR="001B5886" w:rsidRPr="00EC3125">
        <w:t xml:space="preserve"> z</w:t>
      </w:r>
      <w:r w:rsidR="001B5886">
        <w:t> </w:t>
      </w:r>
      <w:r w:rsidRPr="00EC3125">
        <w:t>doświadczeń administracji publicznej</w:t>
      </w:r>
      <w:r w:rsidR="001B5886" w:rsidRPr="00EC3125">
        <w:t xml:space="preserve"> w</w:t>
      </w:r>
      <w:r w:rsidR="001B5886">
        <w:t> </w:t>
      </w:r>
      <w:r w:rsidRPr="00EC3125">
        <w:t>zakresie realizacji projektów informatycznych wdrażanych przepisami prawa na poziomie ustawy (np. CEPiK2.0)</w:t>
      </w:r>
      <w:r w:rsidR="001B5886" w:rsidRPr="00EC3125">
        <w:t xml:space="preserve"> i</w:t>
      </w:r>
      <w:r w:rsidR="001B5886">
        <w:t> </w:t>
      </w:r>
      <w:r w:rsidRPr="00EC3125">
        <w:t>przyjęcia etapowego podejścia do</w:t>
      </w:r>
      <w:r w:rsidR="00BA5AC2">
        <w:t> </w:t>
      </w:r>
      <w:r w:rsidRPr="00EC3125">
        <w:t>wdrożenia systemu CEEB,</w:t>
      </w:r>
      <w:r w:rsidR="001B5886" w:rsidRPr="00EC3125">
        <w:t xml:space="preserve"> w</w:t>
      </w:r>
      <w:r w:rsidR="001B5886">
        <w:t> </w:t>
      </w:r>
      <w:r w:rsidRPr="00EC3125">
        <w:t xml:space="preserve">ramach którego stopniowo będą uruchamiane jego kolejne funkcjonalności. </w:t>
      </w:r>
    </w:p>
    <w:p w14:paraId="7E89DE46" w14:textId="77777777" w:rsidR="003B28DB" w:rsidRPr="003B28DB" w:rsidRDefault="003B28DB" w:rsidP="003B28DB">
      <w:pPr>
        <w:pStyle w:val="NIEARTTEKSTtekstnieartykuowanynppodstprawnarozplubpreambua"/>
      </w:pPr>
      <w:bookmarkStart w:id="4" w:name="_Hlk125455829"/>
      <w:bookmarkEnd w:id="3"/>
      <w:r w:rsidRPr="003B28DB">
        <w:t>Projekt rozporządzenia nie jest sprzeczny</w:t>
      </w:r>
      <w:r w:rsidR="001B5886" w:rsidRPr="003B28DB">
        <w:t xml:space="preserve"> z</w:t>
      </w:r>
      <w:r w:rsidR="001B5886">
        <w:t> </w:t>
      </w:r>
      <w:r w:rsidRPr="003B28DB">
        <w:t xml:space="preserve">prawem Unii Europejskiej. </w:t>
      </w:r>
    </w:p>
    <w:p w14:paraId="0A210CEF" w14:textId="0EB1F95B" w:rsidR="003B28DB" w:rsidRPr="003B28DB" w:rsidRDefault="003B28DB" w:rsidP="003B28DB">
      <w:pPr>
        <w:pStyle w:val="NIEARTTEKSTtekstnieartykuowanynppodstprawnarozplubpreambua"/>
      </w:pPr>
      <w:r w:rsidRPr="003B28DB">
        <w:t>Projektowana regulacja nie zawiera przepisów technicznych</w:t>
      </w:r>
      <w:r w:rsidR="001B5886" w:rsidRPr="003B28DB">
        <w:t xml:space="preserve"> w</w:t>
      </w:r>
      <w:r w:rsidR="001B5886">
        <w:t> </w:t>
      </w:r>
      <w:r w:rsidRPr="003B28DB">
        <w:t>rozumieniu rozporządzenia Rady Ministrów</w:t>
      </w:r>
      <w:r w:rsidR="001B5886" w:rsidRPr="003B28DB">
        <w:t xml:space="preserve"> z</w:t>
      </w:r>
      <w:r w:rsidR="001B5886">
        <w:t> </w:t>
      </w:r>
      <w:r w:rsidRPr="003B28DB">
        <w:t>dnia 2</w:t>
      </w:r>
      <w:r w:rsidR="001B5886" w:rsidRPr="003B28DB">
        <w:t>3</w:t>
      </w:r>
      <w:r w:rsidR="001B5886">
        <w:t> </w:t>
      </w:r>
      <w:r w:rsidRPr="003B28DB">
        <w:t>grudnia 200</w:t>
      </w:r>
      <w:r w:rsidR="001B5886" w:rsidRPr="003B28DB">
        <w:t>2</w:t>
      </w:r>
      <w:r w:rsidR="001B5886">
        <w:t> </w:t>
      </w:r>
      <w:r w:rsidRPr="003B28DB">
        <w:t>r.</w:t>
      </w:r>
      <w:r w:rsidR="001B5886" w:rsidRPr="003B28DB">
        <w:t xml:space="preserve"> w</w:t>
      </w:r>
      <w:r w:rsidR="001B5886">
        <w:t> </w:t>
      </w:r>
      <w:r w:rsidRPr="003B28DB">
        <w:t>sprawie sposobu funkcjonowania krajowego systemu notyfikacji norm</w:t>
      </w:r>
      <w:r w:rsidR="001B5886" w:rsidRPr="003B28DB">
        <w:t xml:space="preserve"> i</w:t>
      </w:r>
      <w:r w:rsidR="001B5886">
        <w:t> </w:t>
      </w:r>
      <w:r w:rsidRPr="003B28DB">
        <w:t>aktów prawnych (</w:t>
      </w:r>
      <w:r w:rsidR="00E93AC0">
        <w:t>Dz. U. poz. </w:t>
      </w:r>
      <w:r w:rsidRPr="003B28DB">
        <w:t>203</w:t>
      </w:r>
      <w:r w:rsidR="00E93AC0" w:rsidRPr="003B28DB">
        <w:t>9</w:t>
      </w:r>
      <w:r w:rsidR="00E93AC0">
        <w:t xml:space="preserve"> oraz</w:t>
      </w:r>
      <w:r w:rsidR="001B5886" w:rsidRPr="003B28DB">
        <w:t xml:space="preserve"> z</w:t>
      </w:r>
      <w:r w:rsidR="001B5886">
        <w:t> </w:t>
      </w:r>
      <w:r w:rsidRPr="003B28DB">
        <w:t>200</w:t>
      </w:r>
      <w:r w:rsidR="001B5886" w:rsidRPr="003B28DB">
        <w:t>4</w:t>
      </w:r>
      <w:r w:rsidR="001B5886">
        <w:t> </w:t>
      </w:r>
      <w:r w:rsidRPr="003B28DB">
        <w:t>r.</w:t>
      </w:r>
      <w:r w:rsidR="00E93AC0">
        <w:t xml:space="preserve"> poz. </w:t>
      </w:r>
      <w:r w:rsidRPr="003B28DB">
        <w:t>597)</w:t>
      </w:r>
      <w:r w:rsidR="001B5886" w:rsidRPr="003B28DB">
        <w:t xml:space="preserve"> i</w:t>
      </w:r>
      <w:r w:rsidR="001B5886">
        <w:t> </w:t>
      </w:r>
      <w:r w:rsidR="001B5886" w:rsidRPr="003B28DB">
        <w:t>w</w:t>
      </w:r>
      <w:r w:rsidR="001B5886">
        <w:t> </w:t>
      </w:r>
      <w:r w:rsidRPr="003B28DB">
        <w:t>związku</w:t>
      </w:r>
      <w:r w:rsidR="001B5886" w:rsidRPr="003B28DB">
        <w:t xml:space="preserve"> z</w:t>
      </w:r>
      <w:r w:rsidR="001B5886">
        <w:t> </w:t>
      </w:r>
      <w:r w:rsidRPr="003B28DB">
        <w:t>tym nie podlega notyfikacji</w:t>
      </w:r>
      <w:r w:rsidR="001B5886" w:rsidRPr="003B28DB">
        <w:t xml:space="preserve"> w</w:t>
      </w:r>
      <w:r w:rsidR="001B5886">
        <w:t> </w:t>
      </w:r>
      <w:r w:rsidRPr="003B28DB">
        <w:t>rozumieniu tego rozporządzenia.</w:t>
      </w:r>
    </w:p>
    <w:p w14:paraId="30F9D6B6" w14:textId="19221E9F" w:rsidR="003B28DB" w:rsidRPr="003B28DB" w:rsidRDefault="003B28DB" w:rsidP="003B28DB">
      <w:pPr>
        <w:pStyle w:val="NIEARTTEKSTtekstnieartykuowanynppodstprawnarozplubpreambua"/>
      </w:pPr>
      <w:r w:rsidRPr="003B28DB">
        <w:t>Projektowane rozporządzenie nie wymaga notyfikacji Komisji Europejskiej</w:t>
      </w:r>
      <w:r w:rsidR="001B5886" w:rsidRPr="003B28DB">
        <w:t xml:space="preserve"> w</w:t>
      </w:r>
      <w:r w:rsidR="001B5886">
        <w:t> </w:t>
      </w:r>
      <w:r w:rsidRPr="003B28DB">
        <w:t>trybie ustawy</w:t>
      </w:r>
      <w:r w:rsidR="001B5886" w:rsidRPr="003B28DB">
        <w:t xml:space="preserve"> z</w:t>
      </w:r>
      <w:r w:rsidR="001B5886">
        <w:t> </w:t>
      </w:r>
      <w:r w:rsidRPr="003B28DB">
        <w:t>dnia 3</w:t>
      </w:r>
      <w:r w:rsidR="001B5886" w:rsidRPr="003B28DB">
        <w:t>0</w:t>
      </w:r>
      <w:r w:rsidR="001B5886">
        <w:t> </w:t>
      </w:r>
      <w:r w:rsidRPr="003B28DB">
        <w:t>kwietnia 200</w:t>
      </w:r>
      <w:r w:rsidR="001B5886" w:rsidRPr="003B28DB">
        <w:t>4</w:t>
      </w:r>
      <w:r w:rsidR="001B5886">
        <w:t> </w:t>
      </w:r>
      <w:r w:rsidRPr="003B28DB">
        <w:t>r.</w:t>
      </w:r>
      <w:r w:rsidR="001B5886" w:rsidRPr="003B28DB">
        <w:t xml:space="preserve"> o</w:t>
      </w:r>
      <w:r w:rsidR="001B5886">
        <w:t> </w:t>
      </w:r>
      <w:r w:rsidRPr="003B28DB">
        <w:t>postępowaniu</w:t>
      </w:r>
      <w:r w:rsidR="001B5886" w:rsidRPr="003B28DB">
        <w:t xml:space="preserve"> w</w:t>
      </w:r>
      <w:r w:rsidR="001B5886">
        <w:t> </w:t>
      </w:r>
      <w:r w:rsidRPr="003B28DB">
        <w:t>sprawach dotyczących pomocy publicznej (</w:t>
      </w:r>
      <w:r w:rsidR="00E93AC0">
        <w:t>Dz. U.</w:t>
      </w:r>
      <w:r w:rsidR="001B5886" w:rsidRPr="003B28DB">
        <w:t xml:space="preserve"> z</w:t>
      </w:r>
      <w:r w:rsidR="001B5886">
        <w:t> </w:t>
      </w:r>
      <w:r w:rsidRPr="003B28DB">
        <w:t>202</w:t>
      </w:r>
      <w:r w:rsidR="001B5886" w:rsidRPr="003B28DB">
        <w:t>1</w:t>
      </w:r>
      <w:r w:rsidR="001B5886">
        <w:t> </w:t>
      </w:r>
      <w:r w:rsidRPr="003B28DB">
        <w:t>r.</w:t>
      </w:r>
      <w:r w:rsidR="00E93AC0">
        <w:t xml:space="preserve"> poz. </w:t>
      </w:r>
      <w:r w:rsidRPr="003B28DB">
        <w:t>74</w:t>
      </w:r>
      <w:r w:rsidR="00E93AC0" w:rsidRPr="003B28DB">
        <w:t>3</w:t>
      </w:r>
      <w:r w:rsidR="00E93AC0">
        <w:t xml:space="preserve"> </w:t>
      </w:r>
      <w:r w:rsidR="00627E97">
        <w:t>oraz</w:t>
      </w:r>
      <w:r w:rsidR="00E93AC0">
        <w:t> </w:t>
      </w:r>
      <w:r w:rsidR="001B5886" w:rsidRPr="003B28DB">
        <w:t>z</w:t>
      </w:r>
      <w:r w:rsidR="001B5886">
        <w:t> </w:t>
      </w:r>
      <w:r w:rsidRPr="003B28DB">
        <w:t>20</w:t>
      </w:r>
      <w:r w:rsidR="001B5886" w:rsidRPr="003B28DB">
        <w:t>2</w:t>
      </w:r>
      <w:r w:rsidR="00E93AC0">
        <w:t>2 </w:t>
      </w:r>
      <w:r w:rsidR="00A717D3">
        <w:t>r.</w:t>
      </w:r>
      <w:r w:rsidR="00E93AC0">
        <w:t xml:space="preserve"> poz. </w:t>
      </w:r>
      <w:r w:rsidRPr="003B28DB">
        <w:t>807).</w:t>
      </w:r>
    </w:p>
    <w:p w14:paraId="7BAECC32" w14:textId="206B58D2" w:rsidR="003B28DB" w:rsidRPr="003B28DB" w:rsidRDefault="003B28DB" w:rsidP="003B28DB">
      <w:pPr>
        <w:pStyle w:val="NIEARTTEKSTtekstnieartykuowanynppodstprawnarozplubpreambua"/>
      </w:pPr>
      <w:r w:rsidRPr="003B28DB">
        <w:t>Projekt rozporządzenia nie podlega obowiązkowi przedstawienia właściwym organom</w:t>
      </w:r>
      <w:r w:rsidR="001B5886" w:rsidRPr="003B28DB">
        <w:t xml:space="preserve"> i</w:t>
      </w:r>
      <w:r w:rsidR="001B5886">
        <w:t> </w:t>
      </w:r>
      <w:r w:rsidRPr="003B28DB">
        <w:t>instytucjom Unii Europejskiej,</w:t>
      </w:r>
      <w:r w:rsidR="001B5886" w:rsidRPr="003B28DB">
        <w:t xml:space="preserve"> w</w:t>
      </w:r>
      <w:r w:rsidR="001B5886">
        <w:t> </w:t>
      </w:r>
      <w:r w:rsidRPr="003B28DB">
        <w:t>tym Europejskiemu Bankowi Centralnemu,</w:t>
      </w:r>
      <w:r w:rsidR="001B5886" w:rsidRPr="003B28DB">
        <w:t xml:space="preserve"> w</w:t>
      </w:r>
      <w:r w:rsidR="001B5886">
        <w:t> </w:t>
      </w:r>
      <w:r w:rsidRPr="003B28DB">
        <w:t>celu uzyskania opinii, dokonania powiadomienia, konsultacji albo uzgodnienia,</w:t>
      </w:r>
      <w:r w:rsidR="001B5886" w:rsidRPr="003B28DB">
        <w:t xml:space="preserve"> o</w:t>
      </w:r>
      <w:r w:rsidR="001B5886">
        <w:t> </w:t>
      </w:r>
      <w:r w:rsidRPr="003B28DB">
        <w:t>którym mowa</w:t>
      </w:r>
      <w:r w:rsidR="00E93AC0" w:rsidRPr="003B28DB">
        <w:t xml:space="preserve"> w</w:t>
      </w:r>
      <w:r w:rsidR="00E93AC0">
        <w:t> § </w:t>
      </w:r>
      <w:r w:rsidRPr="003B28DB">
        <w:t>2</w:t>
      </w:r>
      <w:r w:rsidR="00E93AC0" w:rsidRPr="003B28DB">
        <w:t>7</w:t>
      </w:r>
      <w:r w:rsidR="00E93AC0">
        <w:t xml:space="preserve"> ust. </w:t>
      </w:r>
      <w:r w:rsidR="001B5886" w:rsidRPr="003B28DB">
        <w:t>4</w:t>
      </w:r>
      <w:r w:rsidR="001B5886">
        <w:t> </w:t>
      </w:r>
      <w:r w:rsidRPr="003B28DB">
        <w:t>uchwały</w:t>
      </w:r>
      <w:r w:rsidR="00E93AC0">
        <w:t xml:space="preserve"> nr </w:t>
      </w:r>
      <w:r w:rsidRPr="003B28DB">
        <w:t>19</w:t>
      </w:r>
      <w:r w:rsidR="001B5886" w:rsidRPr="003B28DB">
        <w:t>0</w:t>
      </w:r>
      <w:r w:rsidR="001B5886">
        <w:t> </w:t>
      </w:r>
      <w:r w:rsidRPr="003B28DB">
        <w:t>Rady Ministrów</w:t>
      </w:r>
      <w:r w:rsidR="001B5886" w:rsidRPr="003B28DB">
        <w:t xml:space="preserve"> z</w:t>
      </w:r>
      <w:r w:rsidR="001B5886">
        <w:t> </w:t>
      </w:r>
      <w:r w:rsidRPr="003B28DB">
        <w:t>dnia 2</w:t>
      </w:r>
      <w:r w:rsidR="001B5886" w:rsidRPr="003B28DB">
        <w:t>9</w:t>
      </w:r>
      <w:r w:rsidR="001B5886">
        <w:t> </w:t>
      </w:r>
      <w:r w:rsidRPr="003B28DB">
        <w:t>października 201</w:t>
      </w:r>
      <w:r w:rsidR="001B5886" w:rsidRPr="003B28DB">
        <w:t>3</w:t>
      </w:r>
      <w:r w:rsidR="001B5886">
        <w:t> </w:t>
      </w:r>
      <w:r w:rsidRPr="003B28DB">
        <w:t>r. – Regulamin pracy Rady Ministrów (</w:t>
      </w:r>
      <w:r w:rsidR="001B5886">
        <w:t>M.P.</w:t>
      </w:r>
      <w:r w:rsidR="001B5886" w:rsidRPr="003B28DB">
        <w:t xml:space="preserve"> z</w:t>
      </w:r>
      <w:r w:rsidR="001B5886">
        <w:t> </w:t>
      </w:r>
      <w:r w:rsidRPr="003B28DB">
        <w:t>202</w:t>
      </w:r>
      <w:r w:rsidR="001B5886" w:rsidRPr="003B28DB">
        <w:t>2</w:t>
      </w:r>
      <w:r w:rsidR="001B5886">
        <w:t> </w:t>
      </w:r>
      <w:r w:rsidRPr="003B28DB">
        <w:t>r.</w:t>
      </w:r>
      <w:r w:rsidR="00E93AC0">
        <w:t xml:space="preserve"> poz. </w:t>
      </w:r>
      <w:r w:rsidRPr="003B28DB">
        <w:t>348).</w:t>
      </w:r>
    </w:p>
    <w:p w14:paraId="7BDC9053" w14:textId="77777777" w:rsidR="003B28DB" w:rsidRPr="003B28DB" w:rsidRDefault="003B28DB" w:rsidP="003B28DB">
      <w:pPr>
        <w:pStyle w:val="NIEARTTEKSTtekstnieartykuowanynppodstprawnarozplubpreambua"/>
      </w:pPr>
      <w:r w:rsidRPr="003B28DB">
        <w:t>Projektowane rozporządzenie będzie miało pozytywny wpływ na działalność mikroprzedsiębiorców, małych</w:t>
      </w:r>
      <w:r w:rsidR="001B5886" w:rsidRPr="003B28DB">
        <w:t xml:space="preserve"> i</w:t>
      </w:r>
      <w:r w:rsidR="001B5886">
        <w:t> </w:t>
      </w:r>
      <w:r w:rsidRPr="003B28DB">
        <w:t xml:space="preserve">średnich przedsiębiorców. </w:t>
      </w:r>
    </w:p>
    <w:p w14:paraId="5799AB39" w14:textId="1DD77737" w:rsidR="003B28DB" w:rsidRPr="003B28DB" w:rsidRDefault="003B28DB" w:rsidP="003B28DB">
      <w:pPr>
        <w:pStyle w:val="NIEARTTEKSTtekstnieartykuowanynppodstprawnarozplubpreambua"/>
      </w:pPr>
      <w:r w:rsidRPr="003B28DB">
        <w:lastRenderedPageBreak/>
        <w:t>Zgodnie</w:t>
      </w:r>
      <w:r w:rsidR="00E93AC0" w:rsidRPr="003B28DB">
        <w:t xml:space="preserve"> z</w:t>
      </w:r>
      <w:r w:rsidR="00E93AC0">
        <w:t> art. </w:t>
      </w:r>
      <w:r w:rsidR="001B5886" w:rsidRPr="003B28DB">
        <w:t>5</w:t>
      </w:r>
      <w:r w:rsidR="001B5886">
        <w:t> </w:t>
      </w:r>
      <w:r w:rsidRPr="003B28DB">
        <w:t>ustawy</w:t>
      </w:r>
      <w:r w:rsidR="001B5886" w:rsidRPr="003B28DB">
        <w:t xml:space="preserve"> z</w:t>
      </w:r>
      <w:r w:rsidR="001B5886">
        <w:t> </w:t>
      </w:r>
      <w:r w:rsidRPr="003B28DB">
        <w:t xml:space="preserve">dnia </w:t>
      </w:r>
      <w:r w:rsidR="001B5886" w:rsidRPr="003B28DB">
        <w:t>7</w:t>
      </w:r>
      <w:r w:rsidR="001B5886">
        <w:t> </w:t>
      </w:r>
      <w:r w:rsidRPr="003B28DB">
        <w:t>lipca 200</w:t>
      </w:r>
      <w:r w:rsidR="001B5886" w:rsidRPr="003B28DB">
        <w:t>5</w:t>
      </w:r>
      <w:r w:rsidR="001B5886">
        <w:t> </w:t>
      </w:r>
      <w:r w:rsidRPr="003B28DB">
        <w:t>r.</w:t>
      </w:r>
      <w:r w:rsidR="001B5886" w:rsidRPr="003B28DB">
        <w:t xml:space="preserve"> o</w:t>
      </w:r>
      <w:r w:rsidR="001B5886">
        <w:t> </w:t>
      </w:r>
      <w:r w:rsidRPr="003B28DB">
        <w:t>działalności lobbingowej</w:t>
      </w:r>
      <w:r w:rsidR="001B5886" w:rsidRPr="003B28DB">
        <w:t xml:space="preserve"> w</w:t>
      </w:r>
      <w:r w:rsidR="001B5886">
        <w:t> </w:t>
      </w:r>
      <w:r w:rsidRPr="003B28DB">
        <w:t>procesie stanowienia prawa (</w:t>
      </w:r>
      <w:r w:rsidR="00E93AC0">
        <w:t>Dz. U.</w:t>
      </w:r>
      <w:r w:rsidR="001B5886" w:rsidRPr="003B28DB">
        <w:t xml:space="preserve"> z</w:t>
      </w:r>
      <w:r w:rsidR="001B5886">
        <w:t> </w:t>
      </w:r>
      <w:r w:rsidRPr="003B28DB">
        <w:t>201</w:t>
      </w:r>
      <w:r w:rsidR="001B5886" w:rsidRPr="003B28DB">
        <w:t>7</w:t>
      </w:r>
      <w:r w:rsidR="001B5886">
        <w:t> </w:t>
      </w:r>
      <w:r w:rsidRPr="003B28DB">
        <w:t>r.</w:t>
      </w:r>
      <w:r w:rsidR="00E93AC0">
        <w:t xml:space="preserve"> poz. </w:t>
      </w:r>
      <w:r w:rsidRPr="003B28DB">
        <w:t>248) oraz</w:t>
      </w:r>
      <w:r w:rsidR="00E93AC0">
        <w:t xml:space="preserve"> § </w:t>
      </w:r>
      <w:r w:rsidRPr="003B28DB">
        <w:t>5</w:t>
      </w:r>
      <w:r w:rsidR="001B5886" w:rsidRPr="003B28DB">
        <w:t>2</w:t>
      </w:r>
      <w:r w:rsidR="001B5886">
        <w:t> </w:t>
      </w:r>
      <w:r w:rsidRPr="003B28DB">
        <w:t>uchwały</w:t>
      </w:r>
      <w:r w:rsidR="00E93AC0">
        <w:t xml:space="preserve"> Nr </w:t>
      </w:r>
      <w:r w:rsidRPr="003B28DB">
        <w:t>19</w:t>
      </w:r>
      <w:r w:rsidR="001B5886" w:rsidRPr="003B28DB">
        <w:t>0</w:t>
      </w:r>
      <w:r w:rsidR="001B5886">
        <w:t> </w:t>
      </w:r>
      <w:r w:rsidRPr="003B28DB">
        <w:t>Rady Ministrów</w:t>
      </w:r>
      <w:r w:rsidR="001B5886" w:rsidRPr="003B28DB">
        <w:t xml:space="preserve"> z</w:t>
      </w:r>
      <w:r w:rsidR="001B5886">
        <w:t> </w:t>
      </w:r>
      <w:r w:rsidRPr="003B28DB">
        <w:t>dnia 2</w:t>
      </w:r>
      <w:r w:rsidR="001B5886" w:rsidRPr="003B28DB">
        <w:t>9</w:t>
      </w:r>
      <w:r w:rsidR="001B5886">
        <w:t> </w:t>
      </w:r>
      <w:r w:rsidRPr="003B28DB">
        <w:t>października 201</w:t>
      </w:r>
      <w:r w:rsidR="001B5886" w:rsidRPr="003B28DB">
        <w:t>3</w:t>
      </w:r>
      <w:r w:rsidR="001B5886">
        <w:t> </w:t>
      </w:r>
      <w:r w:rsidRPr="003B28DB">
        <w:t>r. – Regulamin pracy Rady Ministrów projekt rozporządzenia zosta</w:t>
      </w:r>
      <w:r w:rsidR="0026115E">
        <w:t>ł</w:t>
      </w:r>
      <w:r w:rsidRPr="003B28DB">
        <w:t xml:space="preserve"> zamieszczony</w:t>
      </w:r>
      <w:r w:rsidR="001B5886" w:rsidRPr="003B28DB">
        <w:t xml:space="preserve"> </w:t>
      </w:r>
      <w:r w:rsidR="00627E97">
        <w:t xml:space="preserve">w </w:t>
      </w:r>
      <w:r w:rsidRPr="003B28DB">
        <w:t>Biuletynie Informacji Publicznej Rządowego Centrum Legislacji</w:t>
      </w:r>
      <w:r w:rsidR="001B5886" w:rsidRPr="003B28DB">
        <w:t xml:space="preserve"> w</w:t>
      </w:r>
      <w:r w:rsidR="001B5886">
        <w:t> </w:t>
      </w:r>
      <w:r w:rsidRPr="003B28DB">
        <w:t>serwisie „Rządowy Proces Legislacyjny”.</w:t>
      </w:r>
    </w:p>
    <w:bookmarkEnd w:id="4"/>
    <w:p w14:paraId="3D4A9947" w14:textId="77777777" w:rsidR="00261A16" w:rsidRPr="00737F6A" w:rsidRDefault="00261A16" w:rsidP="00737F6A"/>
    <w:sectPr w:rsidR="00261A16" w:rsidRPr="00737F6A" w:rsidSect="001A7F15">
      <w:headerReference w:type="default" r:id="rId12"/>
      <w:footnotePr>
        <w:numRestart w:val="eachSect"/>
      </w:footnotePr>
      <w:pgSz w:w="11906" w:h="16838"/>
      <w:pgMar w:top="1560" w:right="1434" w:bottom="1560" w:left="1418" w:header="709" w:footer="709"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12121F" w14:textId="77777777" w:rsidR="00D87D53" w:rsidRDefault="00D87D53">
      <w:r>
        <w:separator/>
      </w:r>
    </w:p>
  </w:endnote>
  <w:endnote w:type="continuationSeparator" w:id="0">
    <w:p w14:paraId="1A6046EA" w14:textId="77777777" w:rsidR="00D87D53" w:rsidRDefault="00D87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19F1D8" w14:textId="77777777" w:rsidR="00D87D53" w:rsidRDefault="00D87D53">
      <w:r>
        <w:separator/>
      </w:r>
    </w:p>
  </w:footnote>
  <w:footnote w:type="continuationSeparator" w:id="0">
    <w:p w14:paraId="1CCE5FA7" w14:textId="77777777" w:rsidR="00D87D53" w:rsidRDefault="00D87D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401114" w14:textId="77777777" w:rsidR="00CC3E3D" w:rsidRPr="00B371CC" w:rsidRDefault="00CC3E3D" w:rsidP="00B371CC">
    <w:pPr>
      <w:pStyle w:val="Nagwek"/>
      <w:jc w:val="center"/>
    </w:pPr>
    <w:r>
      <w:t xml:space="preserve">– </w:t>
    </w:r>
    <w:r>
      <w:fldChar w:fldCharType="begin"/>
    </w:r>
    <w:r>
      <w:instrText xml:space="preserve"> PAGE  \* MERGEFORMAT </w:instrText>
    </w:r>
    <w:r>
      <w:fldChar w:fldCharType="separate"/>
    </w:r>
    <w:r w:rsidR="00152937">
      <w:rPr>
        <w:noProof/>
      </w:rPr>
      <w:t>7</w:t>
    </w:r>
    <w:r>
      <w:rPr>
        <w:noProof/>
      </w:rPr>
      <w:fldChar w:fldCharType="end"/>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948C7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CBCD79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AF618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F3CF33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188AE6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DB0716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E2B08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D287BE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19ACF3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B1A144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441325"/>
    <w:multiLevelType w:val="hybridMultilevel"/>
    <w:tmpl w:val="8026A820"/>
    <w:lvl w:ilvl="0" w:tplc="04150017">
      <w:start w:val="1"/>
      <w:numFmt w:val="lowerLetter"/>
      <w:lvlText w:val="%1)"/>
      <w:lvlJc w:val="left"/>
      <w:pPr>
        <w:tabs>
          <w:tab w:val="num" w:pos="921"/>
        </w:tabs>
        <w:ind w:left="921" w:hanging="360"/>
      </w:pPr>
      <w:rPr>
        <w:rFonts w:cs="Times New Roman"/>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11" w15:restartNumberingAfterBreak="0">
    <w:nsid w:val="0B3D59B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3433443"/>
    <w:multiLevelType w:val="hybridMultilevel"/>
    <w:tmpl w:val="20DACD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C93D3D"/>
    <w:multiLevelType w:val="hybridMultilevel"/>
    <w:tmpl w:val="726AC678"/>
    <w:lvl w:ilvl="0" w:tplc="46F0F402">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14" w15:restartNumberingAfterBreak="0">
    <w:nsid w:val="162111DC"/>
    <w:multiLevelType w:val="singleLevel"/>
    <w:tmpl w:val="9D2C0646"/>
    <w:lvl w:ilvl="0">
      <w:start w:val="1"/>
      <w:numFmt w:val="bullet"/>
      <w:lvlText w:val="-"/>
      <w:lvlJc w:val="left"/>
      <w:pPr>
        <w:tabs>
          <w:tab w:val="num" w:pos="1211"/>
        </w:tabs>
        <w:ind w:left="1211" w:hanging="360"/>
      </w:pPr>
      <w:rPr>
        <w:rFonts w:hint="default"/>
      </w:rPr>
    </w:lvl>
  </w:abstractNum>
  <w:abstractNum w:abstractNumId="15" w15:restartNumberingAfterBreak="0">
    <w:nsid w:val="1F653082"/>
    <w:multiLevelType w:val="hybridMultilevel"/>
    <w:tmpl w:val="1850341C"/>
    <w:lvl w:ilvl="0" w:tplc="152234C0">
      <w:start w:val="1"/>
      <w:numFmt w:val="lowerLetter"/>
      <w:lvlText w:val="%1)"/>
      <w:lvlJc w:val="left"/>
      <w:pPr>
        <w:tabs>
          <w:tab w:val="num" w:pos="1068"/>
        </w:tabs>
        <w:ind w:left="1068" w:hanging="360"/>
      </w:pPr>
      <w:rPr>
        <w:rFonts w:cs="Times New Roman" w:hint="default"/>
      </w:rPr>
    </w:lvl>
    <w:lvl w:ilvl="1" w:tplc="E114772A">
      <w:start w:val="1"/>
      <w:numFmt w:val="none"/>
      <w:lvlText w:val="abc)"/>
      <w:lvlJc w:val="left"/>
      <w:pPr>
        <w:tabs>
          <w:tab w:val="num" w:pos="1788"/>
        </w:tabs>
        <w:ind w:left="1788" w:hanging="360"/>
      </w:pPr>
      <w:rPr>
        <w:rFonts w:cs="Times New Roman" w:hint="default"/>
      </w:rPr>
    </w:lvl>
    <w:lvl w:ilvl="2" w:tplc="0415001B" w:tentative="1">
      <w:start w:val="1"/>
      <w:numFmt w:val="lowerRoman"/>
      <w:lvlText w:val="%3."/>
      <w:lvlJc w:val="right"/>
      <w:pPr>
        <w:tabs>
          <w:tab w:val="num" w:pos="2508"/>
        </w:tabs>
        <w:ind w:left="2508" w:hanging="180"/>
      </w:pPr>
      <w:rPr>
        <w:rFonts w:cs="Times New Roman"/>
      </w:rPr>
    </w:lvl>
    <w:lvl w:ilvl="3" w:tplc="0415000F" w:tentative="1">
      <w:start w:val="1"/>
      <w:numFmt w:val="decimal"/>
      <w:lvlText w:val="%4."/>
      <w:lvlJc w:val="left"/>
      <w:pPr>
        <w:tabs>
          <w:tab w:val="num" w:pos="3228"/>
        </w:tabs>
        <w:ind w:left="3228" w:hanging="360"/>
      </w:pPr>
      <w:rPr>
        <w:rFonts w:cs="Times New Roman"/>
      </w:rPr>
    </w:lvl>
    <w:lvl w:ilvl="4" w:tplc="04150019" w:tentative="1">
      <w:start w:val="1"/>
      <w:numFmt w:val="lowerLetter"/>
      <w:lvlText w:val="%5."/>
      <w:lvlJc w:val="left"/>
      <w:pPr>
        <w:tabs>
          <w:tab w:val="num" w:pos="3948"/>
        </w:tabs>
        <w:ind w:left="3948" w:hanging="360"/>
      </w:pPr>
      <w:rPr>
        <w:rFonts w:cs="Times New Roman"/>
      </w:rPr>
    </w:lvl>
    <w:lvl w:ilvl="5" w:tplc="0415001B" w:tentative="1">
      <w:start w:val="1"/>
      <w:numFmt w:val="lowerRoman"/>
      <w:lvlText w:val="%6."/>
      <w:lvlJc w:val="right"/>
      <w:pPr>
        <w:tabs>
          <w:tab w:val="num" w:pos="4668"/>
        </w:tabs>
        <w:ind w:left="4668" w:hanging="180"/>
      </w:pPr>
      <w:rPr>
        <w:rFonts w:cs="Times New Roman"/>
      </w:rPr>
    </w:lvl>
    <w:lvl w:ilvl="6" w:tplc="0415000F" w:tentative="1">
      <w:start w:val="1"/>
      <w:numFmt w:val="decimal"/>
      <w:lvlText w:val="%7."/>
      <w:lvlJc w:val="left"/>
      <w:pPr>
        <w:tabs>
          <w:tab w:val="num" w:pos="5388"/>
        </w:tabs>
        <w:ind w:left="5388" w:hanging="360"/>
      </w:pPr>
      <w:rPr>
        <w:rFonts w:cs="Times New Roman"/>
      </w:rPr>
    </w:lvl>
    <w:lvl w:ilvl="7" w:tplc="04150019" w:tentative="1">
      <w:start w:val="1"/>
      <w:numFmt w:val="lowerLetter"/>
      <w:lvlText w:val="%8."/>
      <w:lvlJc w:val="left"/>
      <w:pPr>
        <w:tabs>
          <w:tab w:val="num" w:pos="6108"/>
        </w:tabs>
        <w:ind w:left="6108" w:hanging="360"/>
      </w:pPr>
      <w:rPr>
        <w:rFonts w:cs="Times New Roman"/>
      </w:rPr>
    </w:lvl>
    <w:lvl w:ilvl="8" w:tplc="0415001B" w:tentative="1">
      <w:start w:val="1"/>
      <w:numFmt w:val="lowerRoman"/>
      <w:lvlText w:val="%9."/>
      <w:lvlJc w:val="right"/>
      <w:pPr>
        <w:tabs>
          <w:tab w:val="num" w:pos="6828"/>
        </w:tabs>
        <w:ind w:left="6828" w:hanging="180"/>
      </w:pPr>
      <w:rPr>
        <w:rFonts w:cs="Times New Roman"/>
      </w:rPr>
    </w:lvl>
  </w:abstractNum>
  <w:abstractNum w:abstractNumId="16" w15:restartNumberingAfterBreak="0">
    <w:nsid w:val="20EA6547"/>
    <w:multiLevelType w:val="hybridMultilevel"/>
    <w:tmpl w:val="23E2E270"/>
    <w:lvl w:ilvl="0" w:tplc="C90091C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168411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1684525"/>
    <w:multiLevelType w:val="singleLevel"/>
    <w:tmpl w:val="6792BDB4"/>
    <w:lvl w:ilvl="0">
      <w:start w:val="1"/>
      <w:numFmt w:val="decimal"/>
      <w:lvlText w:val="%1)"/>
      <w:lvlJc w:val="left"/>
      <w:pPr>
        <w:tabs>
          <w:tab w:val="num" w:pos="397"/>
        </w:tabs>
        <w:ind w:left="397" w:hanging="397"/>
      </w:pPr>
      <w:rPr>
        <w:rFonts w:cs="Times New Roman"/>
      </w:rPr>
    </w:lvl>
  </w:abstractNum>
  <w:abstractNum w:abstractNumId="19" w15:restartNumberingAfterBreak="0">
    <w:nsid w:val="21B545D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B104CA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ED85ACF"/>
    <w:multiLevelType w:val="hybridMultilevel"/>
    <w:tmpl w:val="2D880CC4"/>
    <w:lvl w:ilvl="0" w:tplc="AEF8DF3A">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22" w15:restartNumberingAfterBreak="0">
    <w:nsid w:val="2F5D385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01C61B4"/>
    <w:multiLevelType w:val="singleLevel"/>
    <w:tmpl w:val="1ECCD4F4"/>
    <w:lvl w:ilvl="0">
      <w:start w:val="1"/>
      <w:numFmt w:val="decimal"/>
      <w:lvlText w:val="%1)"/>
      <w:lvlJc w:val="left"/>
      <w:pPr>
        <w:tabs>
          <w:tab w:val="num" w:pos="397"/>
        </w:tabs>
        <w:ind w:left="397" w:hanging="397"/>
      </w:pPr>
      <w:rPr>
        <w:rFonts w:cs="Times New Roman"/>
      </w:rPr>
    </w:lvl>
  </w:abstractNum>
  <w:abstractNum w:abstractNumId="24" w15:restartNumberingAfterBreak="0">
    <w:nsid w:val="3994131B"/>
    <w:multiLevelType w:val="multilevel"/>
    <w:tmpl w:val="04150023"/>
    <w:lvl w:ilvl="0">
      <w:start w:val="1"/>
      <w:numFmt w:val="upperRoman"/>
      <w:lvlText w:val="Artykuł %1."/>
      <w:lvlJc w:val="left"/>
      <w:pPr>
        <w:ind w:left="0" w:firstLine="0"/>
      </w:pPr>
    </w:lvl>
    <w:lvl w:ilvl="1">
      <w:start w:val="1"/>
      <w:numFmt w:val="decimalZero"/>
      <w:isLgl/>
      <w:lvlText w:val="Sekcja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15:restartNumberingAfterBreak="0">
    <w:nsid w:val="40401F6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3D450BC"/>
    <w:multiLevelType w:val="hybridMultilevel"/>
    <w:tmpl w:val="DB9EE22E"/>
    <w:lvl w:ilvl="0" w:tplc="99C0CC2A">
      <w:start w:val="2"/>
      <w:numFmt w:val="lowerLetter"/>
      <w:lvlText w:val="%1)"/>
      <w:lvlJc w:val="left"/>
      <w:pPr>
        <w:tabs>
          <w:tab w:val="num" w:pos="921"/>
        </w:tabs>
        <w:ind w:left="921" w:hanging="360"/>
      </w:pPr>
      <w:rPr>
        <w:rFonts w:cs="Times New Roman" w:hint="default"/>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27" w15:restartNumberingAfterBreak="0">
    <w:nsid w:val="45A8018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1BE20CA"/>
    <w:multiLevelType w:val="hybridMultilevel"/>
    <w:tmpl w:val="E6EEC812"/>
    <w:lvl w:ilvl="0" w:tplc="E9A4CF94">
      <w:start w:val="1"/>
      <w:numFmt w:val="lowerLetter"/>
      <w:lvlText w:val="%1)"/>
      <w:lvlJc w:val="left"/>
      <w:pPr>
        <w:ind w:left="1863" w:hanging="48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29" w15:restartNumberingAfterBreak="0">
    <w:nsid w:val="57A1036E"/>
    <w:multiLevelType w:val="hybridMultilevel"/>
    <w:tmpl w:val="C7D821C8"/>
    <w:lvl w:ilvl="0" w:tplc="A47C90BA">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30" w15:restartNumberingAfterBreak="0">
    <w:nsid w:val="5A9A09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3A757D5"/>
    <w:multiLevelType w:val="singleLevel"/>
    <w:tmpl w:val="92B6EFF2"/>
    <w:lvl w:ilvl="0">
      <w:start w:val="1"/>
      <w:numFmt w:val="lowerLetter"/>
      <w:lvlText w:val="%1)"/>
      <w:lvlJc w:val="left"/>
      <w:pPr>
        <w:tabs>
          <w:tab w:val="num" w:pos="786"/>
        </w:tabs>
        <w:ind w:left="786" w:hanging="360"/>
      </w:pPr>
      <w:rPr>
        <w:rFonts w:cs="Times New Roman" w:hint="default"/>
      </w:rPr>
    </w:lvl>
  </w:abstractNum>
  <w:abstractNum w:abstractNumId="32" w15:restartNumberingAfterBreak="0">
    <w:nsid w:val="6A64447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D022F7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FAE40EF"/>
    <w:multiLevelType w:val="hybridMultilevel"/>
    <w:tmpl w:val="47F848EC"/>
    <w:lvl w:ilvl="0" w:tplc="39DE455C">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35" w15:restartNumberingAfterBreak="0">
    <w:nsid w:val="76600E1C"/>
    <w:multiLevelType w:val="singleLevel"/>
    <w:tmpl w:val="917A9C24"/>
    <w:lvl w:ilvl="0">
      <w:start w:val="1"/>
      <w:numFmt w:val="decimal"/>
      <w:lvlText w:val="%1)"/>
      <w:lvlJc w:val="left"/>
      <w:pPr>
        <w:tabs>
          <w:tab w:val="num" w:pos="360"/>
        </w:tabs>
        <w:ind w:left="360" w:hanging="360"/>
      </w:pPr>
      <w:rPr>
        <w:rFonts w:cs="Times New Roman" w:hint="default"/>
      </w:rPr>
    </w:lvl>
  </w:abstractNum>
  <w:abstractNum w:abstractNumId="36" w15:restartNumberingAfterBreak="0">
    <w:nsid w:val="773D309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3"/>
  </w:num>
  <w:num w:numId="2">
    <w:abstractNumId w:val="23"/>
  </w:num>
  <w:num w:numId="3">
    <w:abstractNumId w:val="18"/>
  </w:num>
  <w:num w:numId="4">
    <w:abstractNumId w:val="18"/>
  </w:num>
  <w:num w:numId="5">
    <w:abstractNumId w:val="35"/>
  </w:num>
  <w:num w:numId="6">
    <w:abstractNumId w:val="31"/>
  </w:num>
  <w:num w:numId="7">
    <w:abstractNumId w:val="35"/>
  </w:num>
  <w:num w:numId="8">
    <w:abstractNumId w:val="31"/>
  </w:num>
  <w:num w:numId="9">
    <w:abstractNumId w:val="35"/>
  </w:num>
  <w:num w:numId="10">
    <w:abstractNumId w:val="31"/>
  </w:num>
  <w:num w:numId="11">
    <w:abstractNumId w:val="14"/>
  </w:num>
  <w:num w:numId="12">
    <w:abstractNumId w:val="10"/>
  </w:num>
  <w:num w:numId="13">
    <w:abstractNumId w:val="15"/>
  </w:num>
  <w:num w:numId="14">
    <w:abstractNumId w:val="26"/>
  </w:num>
  <w:num w:numId="15">
    <w:abstractNumId w:val="14"/>
  </w:num>
  <w:num w:numId="16">
    <w:abstractNumId w:val="16"/>
  </w:num>
  <w:num w:numId="17">
    <w:abstractNumId w:val="8"/>
  </w:num>
  <w:num w:numId="18">
    <w:abstractNumId w:val="3"/>
  </w:num>
  <w:num w:numId="19">
    <w:abstractNumId w:val="2"/>
  </w:num>
  <w:num w:numId="20">
    <w:abstractNumId w:val="1"/>
  </w:num>
  <w:num w:numId="21">
    <w:abstractNumId w:val="0"/>
  </w:num>
  <w:num w:numId="22">
    <w:abstractNumId w:val="9"/>
  </w:num>
  <w:num w:numId="23">
    <w:abstractNumId w:val="7"/>
  </w:num>
  <w:num w:numId="24">
    <w:abstractNumId w:val="6"/>
  </w:num>
  <w:num w:numId="25">
    <w:abstractNumId w:val="5"/>
  </w:num>
  <w:num w:numId="26">
    <w:abstractNumId w:val="4"/>
  </w:num>
  <w:num w:numId="27">
    <w:abstractNumId w:val="33"/>
  </w:num>
  <w:num w:numId="28">
    <w:abstractNumId w:val="25"/>
  </w:num>
  <w:num w:numId="29">
    <w:abstractNumId w:val="36"/>
  </w:num>
  <w:num w:numId="30">
    <w:abstractNumId w:val="32"/>
  </w:num>
  <w:num w:numId="31">
    <w:abstractNumId w:val="19"/>
  </w:num>
  <w:num w:numId="32">
    <w:abstractNumId w:val="11"/>
  </w:num>
  <w:num w:numId="33">
    <w:abstractNumId w:val="30"/>
  </w:num>
  <w:num w:numId="34">
    <w:abstractNumId w:val="20"/>
  </w:num>
  <w:num w:numId="35">
    <w:abstractNumId w:val="17"/>
  </w:num>
  <w:num w:numId="36">
    <w:abstractNumId w:val="22"/>
  </w:num>
  <w:num w:numId="37">
    <w:abstractNumId w:val="27"/>
  </w:num>
  <w:num w:numId="38">
    <w:abstractNumId w:val="24"/>
  </w:num>
  <w:num w:numId="39">
    <w:abstractNumId w:val="13"/>
  </w:num>
  <w:num w:numId="40">
    <w:abstractNumId w:val="29"/>
  </w:num>
  <w:num w:numId="41">
    <w:abstractNumId w:val="28"/>
  </w:num>
  <w:num w:numId="42">
    <w:abstractNumId w:val="21"/>
  </w:num>
  <w:num w:numId="43">
    <w:abstractNumId w:val="34"/>
  </w:num>
  <w:num w:numId="4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styleLockTheme/>
  <w:styleLockQFSet/>
  <w:defaultTabStop w:val="170"/>
  <w:hyphenationZone w:val="425"/>
  <w:drawingGridHorizontalSpacing w:val="187"/>
  <w:displayHorizontalDrawingGridEvery w:val="0"/>
  <w:displayVerticalDrawingGridEvery w:val="0"/>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38EA"/>
    <w:rsid w:val="000012DA"/>
    <w:rsid w:val="0000246E"/>
    <w:rsid w:val="00003862"/>
    <w:rsid w:val="00012A35"/>
    <w:rsid w:val="00016099"/>
    <w:rsid w:val="00017DC2"/>
    <w:rsid w:val="00021522"/>
    <w:rsid w:val="00022A9A"/>
    <w:rsid w:val="00023471"/>
    <w:rsid w:val="00023F13"/>
    <w:rsid w:val="00030634"/>
    <w:rsid w:val="000319C1"/>
    <w:rsid w:val="00031A8B"/>
    <w:rsid w:val="00031BCA"/>
    <w:rsid w:val="000330FA"/>
    <w:rsid w:val="0003362F"/>
    <w:rsid w:val="00036B63"/>
    <w:rsid w:val="00037E1A"/>
    <w:rsid w:val="00043495"/>
    <w:rsid w:val="00046A75"/>
    <w:rsid w:val="00047312"/>
    <w:rsid w:val="000508BD"/>
    <w:rsid w:val="000517AB"/>
    <w:rsid w:val="0005339C"/>
    <w:rsid w:val="0005571B"/>
    <w:rsid w:val="00055A75"/>
    <w:rsid w:val="00057AB3"/>
    <w:rsid w:val="00060076"/>
    <w:rsid w:val="00060432"/>
    <w:rsid w:val="00060D87"/>
    <w:rsid w:val="000615A5"/>
    <w:rsid w:val="00064E4C"/>
    <w:rsid w:val="00066901"/>
    <w:rsid w:val="00071A82"/>
    <w:rsid w:val="00071BEE"/>
    <w:rsid w:val="000736CD"/>
    <w:rsid w:val="0007533B"/>
    <w:rsid w:val="0007545D"/>
    <w:rsid w:val="000760BF"/>
    <w:rsid w:val="0007613E"/>
    <w:rsid w:val="00076BFC"/>
    <w:rsid w:val="000814A7"/>
    <w:rsid w:val="000842F9"/>
    <w:rsid w:val="0008557B"/>
    <w:rsid w:val="00085CE7"/>
    <w:rsid w:val="000906EE"/>
    <w:rsid w:val="00091BA2"/>
    <w:rsid w:val="000944EF"/>
    <w:rsid w:val="0009732D"/>
    <w:rsid w:val="000973F0"/>
    <w:rsid w:val="000A1296"/>
    <w:rsid w:val="000A1C27"/>
    <w:rsid w:val="000A1DAD"/>
    <w:rsid w:val="000A2649"/>
    <w:rsid w:val="000A323B"/>
    <w:rsid w:val="000B298D"/>
    <w:rsid w:val="000B5B2D"/>
    <w:rsid w:val="000B5DCE"/>
    <w:rsid w:val="000C05BA"/>
    <w:rsid w:val="000C0E8F"/>
    <w:rsid w:val="000C4BC4"/>
    <w:rsid w:val="000D0110"/>
    <w:rsid w:val="000D2468"/>
    <w:rsid w:val="000D318A"/>
    <w:rsid w:val="000D6173"/>
    <w:rsid w:val="000D6F83"/>
    <w:rsid w:val="000E25CC"/>
    <w:rsid w:val="000E3694"/>
    <w:rsid w:val="000E490F"/>
    <w:rsid w:val="000E6241"/>
    <w:rsid w:val="000E7A12"/>
    <w:rsid w:val="000F2BE3"/>
    <w:rsid w:val="000F3D0D"/>
    <w:rsid w:val="000F6ED4"/>
    <w:rsid w:val="000F7A6E"/>
    <w:rsid w:val="00100FCF"/>
    <w:rsid w:val="001042BA"/>
    <w:rsid w:val="00106D03"/>
    <w:rsid w:val="00110465"/>
    <w:rsid w:val="00110628"/>
    <w:rsid w:val="0011245A"/>
    <w:rsid w:val="0011493E"/>
    <w:rsid w:val="00115B72"/>
    <w:rsid w:val="001209EC"/>
    <w:rsid w:val="00120A9E"/>
    <w:rsid w:val="00125558"/>
    <w:rsid w:val="00125A9C"/>
    <w:rsid w:val="001270A2"/>
    <w:rsid w:val="00131237"/>
    <w:rsid w:val="001329AC"/>
    <w:rsid w:val="00134CA0"/>
    <w:rsid w:val="0014026F"/>
    <w:rsid w:val="00147A47"/>
    <w:rsid w:val="00147AA1"/>
    <w:rsid w:val="001520CF"/>
    <w:rsid w:val="00152937"/>
    <w:rsid w:val="0015350C"/>
    <w:rsid w:val="0015667C"/>
    <w:rsid w:val="00157110"/>
    <w:rsid w:val="0015742A"/>
    <w:rsid w:val="00157DA1"/>
    <w:rsid w:val="00163147"/>
    <w:rsid w:val="00164C57"/>
    <w:rsid w:val="00164C9D"/>
    <w:rsid w:val="00172F7A"/>
    <w:rsid w:val="00173150"/>
    <w:rsid w:val="00173390"/>
    <w:rsid w:val="001736F0"/>
    <w:rsid w:val="00173BB3"/>
    <w:rsid w:val="001740D0"/>
    <w:rsid w:val="00174F2C"/>
    <w:rsid w:val="00180F2A"/>
    <w:rsid w:val="00181FB1"/>
    <w:rsid w:val="00184B91"/>
    <w:rsid w:val="00184D4A"/>
    <w:rsid w:val="00186EC1"/>
    <w:rsid w:val="00191E1F"/>
    <w:rsid w:val="0019473B"/>
    <w:rsid w:val="001952B1"/>
    <w:rsid w:val="00195E67"/>
    <w:rsid w:val="00196E39"/>
    <w:rsid w:val="00197649"/>
    <w:rsid w:val="001A01FB"/>
    <w:rsid w:val="001A10E9"/>
    <w:rsid w:val="001A183D"/>
    <w:rsid w:val="001A2B65"/>
    <w:rsid w:val="001A3CD3"/>
    <w:rsid w:val="001A5BEF"/>
    <w:rsid w:val="001A7F15"/>
    <w:rsid w:val="001B342E"/>
    <w:rsid w:val="001B5886"/>
    <w:rsid w:val="001C1832"/>
    <w:rsid w:val="001C188C"/>
    <w:rsid w:val="001D1783"/>
    <w:rsid w:val="001D53CD"/>
    <w:rsid w:val="001D55A3"/>
    <w:rsid w:val="001D5AF5"/>
    <w:rsid w:val="001E1E73"/>
    <w:rsid w:val="001E4E0C"/>
    <w:rsid w:val="001E526D"/>
    <w:rsid w:val="001E5655"/>
    <w:rsid w:val="001F1832"/>
    <w:rsid w:val="001F220F"/>
    <w:rsid w:val="001F25B3"/>
    <w:rsid w:val="001F6616"/>
    <w:rsid w:val="002012F5"/>
    <w:rsid w:val="00202BD4"/>
    <w:rsid w:val="00204A97"/>
    <w:rsid w:val="002114EF"/>
    <w:rsid w:val="002166AD"/>
    <w:rsid w:val="00217871"/>
    <w:rsid w:val="00221ED8"/>
    <w:rsid w:val="002231EA"/>
    <w:rsid w:val="00223FDF"/>
    <w:rsid w:val="002279C0"/>
    <w:rsid w:val="0023063B"/>
    <w:rsid w:val="00231EF1"/>
    <w:rsid w:val="002338E8"/>
    <w:rsid w:val="0023727E"/>
    <w:rsid w:val="00242081"/>
    <w:rsid w:val="00243777"/>
    <w:rsid w:val="002441CD"/>
    <w:rsid w:val="002501A3"/>
    <w:rsid w:val="0025166C"/>
    <w:rsid w:val="002555D4"/>
    <w:rsid w:val="0026115E"/>
    <w:rsid w:val="00261A16"/>
    <w:rsid w:val="00263522"/>
    <w:rsid w:val="00264EC6"/>
    <w:rsid w:val="00271013"/>
    <w:rsid w:val="00273FE4"/>
    <w:rsid w:val="002765B4"/>
    <w:rsid w:val="00276A94"/>
    <w:rsid w:val="0029405D"/>
    <w:rsid w:val="00294FA6"/>
    <w:rsid w:val="00295A6F"/>
    <w:rsid w:val="002A20C4"/>
    <w:rsid w:val="002A570F"/>
    <w:rsid w:val="002A7292"/>
    <w:rsid w:val="002A7358"/>
    <w:rsid w:val="002A7902"/>
    <w:rsid w:val="002B0F6B"/>
    <w:rsid w:val="002B23B8"/>
    <w:rsid w:val="002B4429"/>
    <w:rsid w:val="002B68A6"/>
    <w:rsid w:val="002B7FAF"/>
    <w:rsid w:val="002D0C4F"/>
    <w:rsid w:val="002D1364"/>
    <w:rsid w:val="002D4D30"/>
    <w:rsid w:val="002D5000"/>
    <w:rsid w:val="002D598D"/>
    <w:rsid w:val="002D7188"/>
    <w:rsid w:val="002E0E3C"/>
    <w:rsid w:val="002E1DE3"/>
    <w:rsid w:val="002E2AB6"/>
    <w:rsid w:val="002E3F34"/>
    <w:rsid w:val="002E5F79"/>
    <w:rsid w:val="002E64FA"/>
    <w:rsid w:val="002E76DB"/>
    <w:rsid w:val="002F0A00"/>
    <w:rsid w:val="002F0CFA"/>
    <w:rsid w:val="002F669F"/>
    <w:rsid w:val="00301C97"/>
    <w:rsid w:val="00302BC1"/>
    <w:rsid w:val="003030D3"/>
    <w:rsid w:val="00303911"/>
    <w:rsid w:val="0031004C"/>
    <w:rsid w:val="003105F6"/>
    <w:rsid w:val="00311297"/>
    <w:rsid w:val="003113BE"/>
    <w:rsid w:val="003122CA"/>
    <w:rsid w:val="003148FD"/>
    <w:rsid w:val="00321080"/>
    <w:rsid w:val="00322D45"/>
    <w:rsid w:val="0032569A"/>
    <w:rsid w:val="00325A1F"/>
    <w:rsid w:val="003268F9"/>
    <w:rsid w:val="00330BAF"/>
    <w:rsid w:val="00334E3A"/>
    <w:rsid w:val="003361DD"/>
    <w:rsid w:val="00341A6A"/>
    <w:rsid w:val="00345B9C"/>
    <w:rsid w:val="00352DAE"/>
    <w:rsid w:val="00354EB9"/>
    <w:rsid w:val="003602AE"/>
    <w:rsid w:val="00360929"/>
    <w:rsid w:val="003640B9"/>
    <w:rsid w:val="003647D5"/>
    <w:rsid w:val="003674B0"/>
    <w:rsid w:val="0037727C"/>
    <w:rsid w:val="00377E70"/>
    <w:rsid w:val="00380904"/>
    <w:rsid w:val="003823EE"/>
    <w:rsid w:val="00382960"/>
    <w:rsid w:val="003846F7"/>
    <w:rsid w:val="003851ED"/>
    <w:rsid w:val="00385B39"/>
    <w:rsid w:val="00386449"/>
    <w:rsid w:val="00386785"/>
    <w:rsid w:val="003906AC"/>
    <w:rsid w:val="00390E89"/>
    <w:rsid w:val="00391B1A"/>
    <w:rsid w:val="00394423"/>
    <w:rsid w:val="003961C8"/>
    <w:rsid w:val="00396942"/>
    <w:rsid w:val="00396B49"/>
    <w:rsid w:val="00396E3E"/>
    <w:rsid w:val="003A0281"/>
    <w:rsid w:val="003A306E"/>
    <w:rsid w:val="003A60DC"/>
    <w:rsid w:val="003A6A46"/>
    <w:rsid w:val="003A7A63"/>
    <w:rsid w:val="003B000C"/>
    <w:rsid w:val="003B0F1D"/>
    <w:rsid w:val="003B28DB"/>
    <w:rsid w:val="003B4A57"/>
    <w:rsid w:val="003C0AD9"/>
    <w:rsid w:val="003C0ED0"/>
    <w:rsid w:val="003C1D49"/>
    <w:rsid w:val="003C35C4"/>
    <w:rsid w:val="003C63D2"/>
    <w:rsid w:val="003D12C2"/>
    <w:rsid w:val="003D31B9"/>
    <w:rsid w:val="003D3867"/>
    <w:rsid w:val="003E0D1A"/>
    <w:rsid w:val="003E2DA3"/>
    <w:rsid w:val="003F020D"/>
    <w:rsid w:val="003F03D9"/>
    <w:rsid w:val="003F2FBE"/>
    <w:rsid w:val="003F318D"/>
    <w:rsid w:val="003F5BAE"/>
    <w:rsid w:val="003F6ED7"/>
    <w:rsid w:val="00401C84"/>
    <w:rsid w:val="00403210"/>
    <w:rsid w:val="004035BB"/>
    <w:rsid w:val="004035EB"/>
    <w:rsid w:val="00407332"/>
    <w:rsid w:val="00407828"/>
    <w:rsid w:val="00413D8E"/>
    <w:rsid w:val="004140F2"/>
    <w:rsid w:val="00417B22"/>
    <w:rsid w:val="00421085"/>
    <w:rsid w:val="0042465E"/>
    <w:rsid w:val="00424DF7"/>
    <w:rsid w:val="00432B76"/>
    <w:rsid w:val="00434D01"/>
    <w:rsid w:val="00435D26"/>
    <w:rsid w:val="00440C99"/>
    <w:rsid w:val="0044175C"/>
    <w:rsid w:val="00445F4D"/>
    <w:rsid w:val="004504C0"/>
    <w:rsid w:val="004550FB"/>
    <w:rsid w:val="0046111A"/>
    <w:rsid w:val="00462946"/>
    <w:rsid w:val="00463F43"/>
    <w:rsid w:val="00464B94"/>
    <w:rsid w:val="004653A8"/>
    <w:rsid w:val="00465A0B"/>
    <w:rsid w:val="0047077C"/>
    <w:rsid w:val="00470B05"/>
    <w:rsid w:val="0047207C"/>
    <w:rsid w:val="00472CD6"/>
    <w:rsid w:val="00474E3C"/>
    <w:rsid w:val="00480A58"/>
    <w:rsid w:val="00481688"/>
    <w:rsid w:val="00482151"/>
    <w:rsid w:val="00485FAD"/>
    <w:rsid w:val="00487AED"/>
    <w:rsid w:val="00491EDF"/>
    <w:rsid w:val="00492A3F"/>
    <w:rsid w:val="00494F62"/>
    <w:rsid w:val="004A2001"/>
    <w:rsid w:val="004A3590"/>
    <w:rsid w:val="004B00A7"/>
    <w:rsid w:val="004B25E2"/>
    <w:rsid w:val="004B34D7"/>
    <w:rsid w:val="004B5037"/>
    <w:rsid w:val="004B5B2F"/>
    <w:rsid w:val="004B626A"/>
    <w:rsid w:val="004B660E"/>
    <w:rsid w:val="004C05BD"/>
    <w:rsid w:val="004C3B06"/>
    <w:rsid w:val="004C3F97"/>
    <w:rsid w:val="004C7EE7"/>
    <w:rsid w:val="004D1CE2"/>
    <w:rsid w:val="004D2DEE"/>
    <w:rsid w:val="004D2E1F"/>
    <w:rsid w:val="004D7FD9"/>
    <w:rsid w:val="004E1324"/>
    <w:rsid w:val="004E19A5"/>
    <w:rsid w:val="004E37E5"/>
    <w:rsid w:val="004E3FDB"/>
    <w:rsid w:val="004F1F4A"/>
    <w:rsid w:val="004F296D"/>
    <w:rsid w:val="004F508B"/>
    <w:rsid w:val="004F695F"/>
    <w:rsid w:val="004F6CA4"/>
    <w:rsid w:val="00500752"/>
    <w:rsid w:val="00501A50"/>
    <w:rsid w:val="0050222D"/>
    <w:rsid w:val="00503AF3"/>
    <w:rsid w:val="0050696D"/>
    <w:rsid w:val="0051094B"/>
    <w:rsid w:val="005110D7"/>
    <w:rsid w:val="00511D99"/>
    <w:rsid w:val="005128D3"/>
    <w:rsid w:val="005147E8"/>
    <w:rsid w:val="005158F2"/>
    <w:rsid w:val="00526DFC"/>
    <w:rsid w:val="00526F43"/>
    <w:rsid w:val="00527651"/>
    <w:rsid w:val="00534E46"/>
    <w:rsid w:val="005363AB"/>
    <w:rsid w:val="00544EF4"/>
    <w:rsid w:val="00545772"/>
    <w:rsid w:val="00545E53"/>
    <w:rsid w:val="005479D9"/>
    <w:rsid w:val="005572BD"/>
    <w:rsid w:val="00557A12"/>
    <w:rsid w:val="00560AC7"/>
    <w:rsid w:val="00561AFB"/>
    <w:rsid w:val="00561FA8"/>
    <w:rsid w:val="005635ED"/>
    <w:rsid w:val="00565253"/>
    <w:rsid w:val="00570191"/>
    <w:rsid w:val="00570570"/>
    <w:rsid w:val="00572512"/>
    <w:rsid w:val="00573EE6"/>
    <w:rsid w:val="0057547F"/>
    <w:rsid w:val="005754EE"/>
    <w:rsid w:val="0057617E"/>
    <w:rsid w:val="00576497"/>
    <w:rsid w:val="005835E7"/>
    <w:rsid w:val="0058397F"/>
    <w:rsid w:val="00583BF8"/>
    <w:rsid w:val="00585F33"/>
    <w:rsid w:val="00591124"/>
    <w:rsid w:val="00597024"/>
    <w:rsid w:val="005A0274"/>
    <w:rsid w:val="005A095C"/>
    <w:rsid w:val="005A669D"/>
    <w:rsid w:val="005A75D8"/>
    <w:rsid w:val="005B713E"/>
    <w:rsid w:val="005C03B6"/>
    <w:rsid w:val="005C348E"/>
    <w:rsid w:val="005C68E1"/>
    <w:rsid w:val="005D3763"/>
    <w:rsid w:val="005D55E1"/>
    <w:rsid w:val="005E19F7"/>
    <w:rsid w:val="005E42EF"/>
    <w:rsid w:val="005E4F04"/>
    <w:rsid w:val="005E62C2"/>
    <w:rsid w:val="005E6C71"/>
    <w:rsid w:val="005E73CD"/>
    <w:rsid w:val="005F0963"/>
    <w:rsid w:val="005F2824"/>
    <w:rsid w:val="005F2EBA"/>
    <w:rsid w:val="005F35ED"/>
    <w:rsid w:val="005F7812"/>
    <w:rsid w:val="005F7989"/>
    <w:rsid w:val="005F7A88"/>
    <w:rsid w:val="00600F05"/>
    <w:rsid w:val="00603A1A"/>
    <w:rsid w:val="006046D5"/>
    <w:rsid w:val="00607A93"/>
    <w:rsid w:val="00610C08"/>
    <w:rsid w:val="00611F74"/>
    <w:rsid w:val="00615772"/>
    <w:rsid w:val="00621256"/>
    <w:rsid w:val="00621FCC"/>
    <w:rsid w:val="00622E4B"/>
    <w:rsid w:val="00627E97"/>
    <w:rsid w:val="006318D7"/>
    <w:rsid w:val="006333DA"/>
    <w:rsid w:val="00634E9A"/>
    <w:rsid w:val="00635134"/>
    <w:rsid w:val="006356E2"/>
    <w:rsid w:val="00642A65"/>
    <w:rsid w:val="00645DCE"/>
    <w:rsid w:val="006464D1"/>
    <w:rsid w:val="006465AC"/>
    <w:rsid w:val="006465BF"/>
    <w:rsid w:val="00652DBE"/>
    <w:rsid w:val="00653B22"/>
    <w:rsid w:val="00657BF4"/>
    <w:rsid w:val="006603FB"/>
    <w:rsid w:val="006608DF"/>
    <w:rsid w:val="006623AC"/>
    <w:rsid w:val="006678AF"/>
    <w:rsid w:val="006701EF"/>
    <w:rsid w:val="00673BA5"/>
    <w:rsid w:val="00680058"/>
    <w:rsid w:val="00681F9F"/>
    <w:rsid w:val="00683CED"/>
    <w:rsid w:val="006840EA"/>
    <w:rsid w:val="006844E2"/>
    <w:rsid w:val="00685267"/>
    <w:rsid w:val="006872AE"/>
    <w:rsid w:val="00690082"/>
    <w:rsid w:val="00690252"/>
    <w:rsid w:val="006938EA"/>
    <w:rsid w:val="006946BB"/>
    <w:rsid w:val="006969FA"/>
    <w:rsid w:val="006A35D5"/>
    <w:rsid w:val="006A748A"/>
    <w:rsid w:val="006C0789"/>
    <w:rsid w:val="006C419E"/>
    <w:rsid w:val="006C4A31"/>
    <w:rsid w:val="006C5AC2"/>
    <w:rsid w:val="006C6AFB"/>
    <w:rsid w:val="006D2735"/>
    <w:rsid w:val="006D45B2"/>
    <w:rsid w:val="006E0FCC"/>
    <w:rsid w:val="006E1E96"/>
    <w:rsid w:val="006E5E21"/>
    <w:rsid w:val="006F0CF5"/>
    <w:rsid w:val="006F2648"/>
    <w:rsid w:val="006F2F10"/>
    <w:rsid w:val="006F482B"/>
    <w:rsid w:val="006F6019"/>
    <w:rsid w:val="006F6311"/>
    <w:rsid w:val="00701952"/>
    <w:rsid w:val="00702556"/>
    <w:rsid w:val="0070277E"/>
    <w:rsid w:val="00704156"/>
    <w:rsid w:val="007069FC"/>
    <w:rsid w:val="00711221"/>
    <w:rsid w:val="00712675"/>
    <w:rsid w:val="0071361A"/>
    <w:rsid w:val="00713808"/>
    <w:rsid w:val="007151B6"/>
    <w:rsid w:val="0071520D"/>
    <w:rsid w:val="007155AC"/>
    <w:rsid w:val="00715EDB"/>
    <w:rsid w:val="007160D5"/>
    <w:rsid w:val="007163FB"/>
    <w:rsid w:val="00717C2E"/>
    <w:rsid w:val="007204FA"/>
    <w:rsid w:val="007213B3"/>
    <w:rsid w:val="0072457F"/>
    <w:rsid w:val="00725406"/>
    <w:rsid w:val="00725AFC"/>
    <w:rsid w:val="0072621B"/>
    <w:rsid w:val="00730555"/>
    <w:rsid w:val="007312CC"/>
    <w:rsid w:val="00736A64"/>
    <w:rsid w:val="00737F6A"/>
    <w:rsid w:val="007410B6"/>
    <w:rsid w:val="00744C6F"/>
    <w:rsid w:val="007457F6"/>
    <w:rsid w:val="00745ABB"/>
    <w:rsid w:val="00746E38"/>
    <w:rsid w:val="00747CD5"/>
    <w:rsid w:val="00753B51"/>
    <w:rsid w:val="00756629"/>
    <w:rsid w:val="007575D2"/>
    <w:rsid w:val="00757B4F"/>
    <w:rsid w:val="00757B6A"/>
    <w:rsid w:val="007610E0"/>
    <w:rsid w:val="007621AA"/>
    <w:rsid w:val="0076260A"/>
    <w:rsid w:val="00764A67"/>
    <w:rsid w:val="00770F6B"/>
    <w:rsid w:val="00771883"/>
    <w:rsid w:val="00776DC2"/>
    <w:rsid w:val="00780122"/>
    <w:rsid w:val="0078214B"/>
    <w:rsid w:val="0078498A"/>
    <w:rsid w:val="00786E9D"/>
    <w:rsid w:val="007878FE"/>
    <w:rsid w:val="00792207"/>
    <w:rsid w:val="00792B64"/>
    <w:rsid w:val="00792E29"/>
    <w:rsid w:val="0079379A"/>
    <w:rsid w:val="00794953"/>
    <w:rsid w:val="007A1F2F"/>
    <w:rsid w:val="007A2A5C"/>
    <w:rsid w:val="007A5150"/>
    <w:rsid w:val="007A5373"/>
    <w:rsid w:val="007A6EB0"/>
    <w:rsid w:val="007A789F"/>
    <w:rsid w:val="007A7FFB"/>
    <w:rsid w:val="007B75BC"/>
    <w:rsid w:val="007C0BD6"/>
    <w:rsid w:val="007C3806"/>
    <w:rsid w:val="007C5BB7"/>
    <w:rsid w:val="007D07D5"/>
    <w:rsid w:val="007D1C64"/>
    <w:rsid w:val="007D32DD"/>
    <w:rsid w:val="007D3E79"/>
    <w:rsid w:val="007D6DCE"/>
    <w:rsid w:val="007D72C4"/>
    <w:rsid w:val="007E2CFE"/>
    <w:rsid w:val="007E59C9"/>
    <w:rsid w:val="007F0072"/>
    <w:rsid w:val="007F2EB6"/>
    <w:rsid w:val="007F54C3"/>
    <w:rsid w:val="00801C18"/>
    <w:rsid w:val="00802949"/>
    <w:rsid w:val="0080301E"/>
    <w:rsid w:val="0080365F"/>
    <w:rsid w:val="008075F8"/>
    <w:rsid w:val="00812BE5"/>
    <w:rsid w:val="00817429"/>
    <w:rsid w:val="00821514"/>
    <w:rsid w:val="00821E35"/>
    <w:rsid w:val="00824591"/>
    <w:rsid w:val="00824AED"/>
    <w:rsid w:val="00827820"/>
    <w:rsid w:val="00831B8B"/>
    <w:rsid w:val="0083405D"/>
    <w:rsid w:val="008352D4"/>
    <w:rsid w:val="00836DB9"/>
    <w:rsid w:val="00837C67"/>
    <w:rsid w:val="008415B0"/>
    <w:rsid w:val="00842028"/>
    <w:rsid w:val="008436B8"/>
    <w:rsid w:val="008460B6"/>
    <w:rsid w:val="00850C9D"/>
    <w:rsid w:val="00852B59"/>
    <w:rsid w:val="00856272"/>
    <w:rsid w:val="008563FF"/>
    <w:rsid w:val="0086018B"/>
    <w:rsid w:val="008611DD"/>
    <w:rsid w:val="008620DE"/>
    <w:rsid w:val="00866867"/>
    <w:rsid w:val="00872257"/>
    <w:rsid w:val="008753E6"/>
    <w:rsid w:val="0087738C"/>
    <w:rsid w:val="008802AF"/>
    <w:rsid w:val="00881926"/>
    <w:rsid w:val="0088318F"/>
    <w:rsid w:val="0088331D"/>
    <w:rsid w:val="008852B0"/>
    <w:rsid w:val="00885AE7"/>
    <w:rsid w:val="00886B60"/>
    <w:rsid w:val="00887889"/>
    <w:rsid w:val="008920FF"/>
    <w:rsid w:val="008926E8"/>
    <w:rsid w:val="00894F19"/>
    <w:rsid w:val="00896A10"/>
    <w:rsid w:val="008971B5"/>
    <w:rsid w:val="008A5D26"/>
    <w:rsid w:val="008A6B13"/>
    <w:rsid w:val="008A6ECB"/>
    <w:rsid w:val="008B0BF9"/>
    <w:rsid w:val="008B2866"/>
    <w:rsid w:val="008B3859"/>
    <w:rsid w:val="008B436D"/>
    <w:rsid w:val="008B4E49"/>
    <w:rsid w:val="008B7712"/>
    <w:rsid w:val="008B7B26"/>
    <w:rsid w:val="008C3524"/>
    <w:rsid w:val="008C4061"/>
    <w:rsid w:val="008C4229"/>
    <w:rsid w:val="008C5BE0"/>
    <w:rsid w:val="008C7233"/>
    <w:rsid w:val="008D2434"/>
    <w:rsid w:val="008E171D"/>
    <w:rsid w:val="008E2785"/>
    <w:rsid w:val="008E4A0A"/>
    <w:rsid w:val="008E6B3C"/>
    <w:rsid w:val="008E78A3"/>
    <w:rsid w:val="008F0654"/>
    <w:rsid w:val="008F06CB"/>
    <w:rsid w:val="008F2E83"/>
    <w:rsid w:val="008F612A"/>
    <w:rsid w:val="0090293D"/>
    <w:rsid w:val="009034DE"/>
    <w:rsid w:val="00905396"/>
    <w:rsid w:val="0090605D"/>
    <w:rsid w:val="00906419"/>
    <w:rsid w:val="00912889"/>
    <w:rsid w:val="00913A42"/>
    <w:rsid w:val="00914167"/>
    <w:rsid w:val="009143DB"/>
    <w:rsid w:val="00915065"/>
    <w:rsid w:val="00917CE5"/>
    <w:rsid w:val="009217C0"/>
    <w:rsid w:val="00925241"/>
    <w:rsid w:val="00925CEC"/>
    <w:rsid w:val="00926A3F"/>
    <w:rsid w:val="0092794E"/>
    <w:rsid w:val="00930D30"/>
    <w:rsid w:val="009332A2"/>
    <w:rsid w:val="00937598"/>
    <w:rsid w:val="0093790B"/>
    <w:rsid w:val="00943751"/>
    <w:rsid w:val="00946DD0"/>
    <w:rsid w:val="009509E6"/>
    <w:rsid w:val="00952018"/>
    <w:rsid w:val="00952800"/>
    <w:rsid w:val="0095300D"/>
    <w:rsid w:val="0095505C"/>
    <w:rsid w:val="00956812"/>
    <w:rsid w:val="0095719A"/>
    <w:rsid w:val="009623E9"/>
    <w:rsid w:val="00963EEB"/>
    <w:rsid w:val="009648BC"/>
    <w:rsid w:val="00964C2F"/>
    <w:rsid w:val="00965F88"/>
    <w:rsid w:val="00984E03"/>
    <w:rsid w:val="00987E85"/>
    <w:rsid w:val="009914A2"/>
    <w:rsid w:val="009951F1"/>
    <w:rsid w:val="009A0D12"/>
    <w:rsid w:val="009A1987"/>
    <w:rsid w:val="009A2BEE"/>
    <w:rsid w:val="009A5289"/>
    <w:rsid w:val="009A7A53"/>
    <w:rsid w:val="009B0402"/>
    <w:rsid w:val="009B0B75"/>
    <w:rsid w:val="009B16DF"/>
    <w:rsid w:val="009B4CB2"/>
    <w:rsid w:val="009B6701"/>
    <w:rsid w:val="009B6EF7"/>
    <w:rsid w:val="009B7000"/>
    <w:rsid w:val="009B739C"/>
    <w:rsid w:val="009C04EC"/>
    <w:rsid w:val="009C328C"/>
    <w:rsid w:val="009C4444"/>
    <w:rsid w:val="009C79AD"/>
    <w:rsid w:val="009C7CA6"/>
    <w:rsid w:val="009D3316"/>
    <w:rsid w:val="009D50C9"/>
    <w:rsid w:val="009D55AA"/>
    <w:rsid w:val="009E3E77"/>
    <w:rsid w:val="009E3FAB"/>
    <w:rsid w:val="009E5B3F"/>
    <w:rsid w:val="009E7D90"/>
    <w:rsid w:val="009F1AB0"/>
    <w:rsid w:val="009F501D"/>
    <w:rsid w:val="00A01847"/>
    <w:rsid w:val="00A02CC9"/>
    <w:rsid w:val="00A039D5"/>
    <w:rsid w:val="00A046AD"/>
    <w:rsid w:val="00A079C1"/>
    <w:rsid w:val="00A12520"/>
    <w:rsid w:val="00A130FD"/>
    <w:rsid w:val="00A13D6D"/>
    <w:rsid w:val="00A14769"/>
    <w:rsid w:val="00A16151"/>
    <w:rsid w:val="00A16EC6"/>
    <w:rsid w:val="00A17C06"/>
    <w:rsid w:val="00A2126E"/>
    <w:rsid w:val="00A21706"/>
    <w:rsid w:val="00A24FCC"/>
    <w:rsid w:val="00A26A90"/>
    <w:rsid w:val="00A26B27"/>
    <w:rsid w:val="00A30E4F"/>
    <w:rsid w:val="00A32253"/>
    <w:rsid w:val="00A3310E"/>
    <w:rsid w:val="00A333A0"/>
    <w:rsid w:val="00A37B0B"/>
    <w:rsid w:val="00A37E70"/>
    <w:rsid w:val="00A437E1"/>
    <w:rsid w:val="00A4685E"/>
    <w:rsid w:val="00A50CD4"/>
    <w:rsid w:val="00A51191"/>
    <w:rsid w:val="00A56D62"/>
    <w:rsid w:val="00A56F07"/>
    <w:rsid w:val="00A5762C"/>
    <w:rsid w:val="00A600FC"/>
    <w:rsid w:val="00A60BCA"/>
    <w:rsid w:val="00A638DA"/>
    <w:rsid w:val="00A65B41"/>
    <w:rsid w:val="00A65E00"/>
    <w:rsid w:val="00A66A78"/>
    <w:rsid w:val="00A717D3"/>
    <w:rsid w:val="00A7436E"/>
    <w:rsid w:val="00A74E96"/>
    <w:rsid w:val="00A75A8E"/>
    <w:rsid w:val="00A82301"/>
    <w:rsid w:val="00A824DD"/>
    <w:rsid w:val="00A83676"/>
    <w:rsid w:val="00A83B7B"/>
    <w:rsid w:val="00A84274"/>
    <w:rsid w:val="00A850F3"/>
    <w:rsid w:val="00A864E3"/>
    <w:rsid w:val="00A94574"/>
    <w:rsid w:val="00A95936"/>
    <w:rsid w:val="00A96265"/>
    <w:rsid w:val="00A97084"/>
    <w:rsid w:val="00AA1C2C"/>
    <w:rsid w:val="00AA35F6"/>
    <w:rsid w:val="00AA667C"/>
    <w:rsid w:val="00AA6E91"/>
    <w:rsid w:val="00AA7439"/>
    <w:rsid w:val="00AB047E"/>
    <w:rsid w:val="00AB0B0A"/>
    <w:rsid w:val="00AB0BB7"/>
    <w:rsid w:val="00AB22C6"/>
    <w:rsid w:val="00AB2AD0"/>
    <w:rsid w:val="00AB67FC"/>
    <w:rsid w:val="00AC00F2"/>
    <w:rsid w:val="00AC1F9A"/>
    <w:rsid w:val="00AC31B5"/>
    <w:rsid w:val="00AC4EA1"/>
    <w:rsid w:val="00AC5381"/>
    <w:rsid w:val="00AC5920"/>
    <w:rsid w:val="00AD0E65"/>
    <w:rsid w:val="00AD2BF2"/>
    <w:rsid w:val="00AD4E90"/>
    <w:rsid w:val="00AD5422"/>
    <w:rsid w:val="00AE4179"/>
    <w:rsid w:val="00AE4425"/>
    <w:rsid w:val="00AE4FBE"/>
    <w:rsid w:val="00AE650F"/>
    <w:rsid w:val="00AE6555"/>
    <w:rsid w:val="00AE7D16"/>
    <w:rsid w:val="00AF4CAA"/>
    <w:rsid w:val="00AF571A"/>
    <w:rsid w:val="00AF60A0"/>
    <w:rsid w:val="00AF67FC"/>
    <w:rsid w:val="00AF7DF5"/>
    <w:rsid w:val="00B006E5"/>
    <w:rsid w:val="00B024C2"/>
    <w:rsid w:val="00B07700"/>
    <w:rsid w:val="00B13921"/>
    <w:rsid w:val="00B1528C"/>
    <w:rsid w:val="00B16ACD"/>
    <w:rsid w:val="00B21487"/>
    <w:rsid w:val="00B232D1"/>
    <w:rsid w:val="00B24DB5"/>
    <w:rsid w:val="00B31F9E"/>
    <w:rsid w:val="00B3268F"/>
    <w:rsid w:val="00B32C2C"/>
    <w:rsid w:val="00B33A1A"/>
    <w:rsid w:val="00B33E6C"/>
    <w:rsid w:val="00B371CC"/>
    <w:rsid w:val="00B4063B"/>
    <w:rsid w:val="00B41CD9"/>
    <w:rsid w:val="00B427E6"/>
    <w:rsid w:val="00B428A6"/>
    <w:rsid w:val="00B43E1F"/>
    <w:rsid w:val="00B45FBC"/>
    <w:rsid w:val="00B51A7D"/>
    <w:rsid w:val="00B535C2"/>
    <w:rsid w:val="00B55544"/>
    <w:rsid w:val="00B642FC"/>
    <w:rsid w:val="00B64D26"/>
    <w:rsid w:val="00B64FBB"/>
    <w:rsid w:val="00B70E22"/>
    <w:rsid w:val="00B774CB"/>
    <w:rsid w:val="00B80402"/>
    <w:rsid w:val="00B80B9A"/>
    <w:rsid w:val="00B830B7"/>
    <w:rsid w:val="00B848EA"/>
    <w:rsid w:val="00B84B2B"/>
    <w:rsid w:val="00B90500"/>
    <w:rsid w:val="00B9176C"/>
    <w:rsid w:val="00B935A4"/>
    <w:rsid w:val="00BA1675"/>
    <w:rsid w:val="00BA561A"/>
    <w:rsid w:val="00BA5AC2"/>
    <w:rsid w:val="00BB0DC6"/>
    <w:rsid w:val="00BB15E4"/>
    <w:rsid w:val="00BB1E19"/>
    <w:rsid w:val="00BB21D1"/>
    <w:rsid w:val="00BB32F2"/>
    <w:rsid w:val="00BB4338"/>
    <w:rsid w:val="00BB6C0E"/>
    <w:rsid w:val="00BB7B38"/>
    <w:rsid w:val="00BC11E5"/>
    <w:rsid w:val="00BC2272"/>
    <w:rsid w:val="00BC4BC6"/>
    <w:rsid w:val="00BC52FD"/>
    <w:rsid w:val="00BC6E62"/>
    <w:rsid w:val="00BC7443"/>
    <w:rsid w:val="00BD0648"/>
    <w:rsid w:val="00BD1040"/>
    <w:rsid w:val="00BD34AA"/>
    <w:rsid w:val="00BE0C44"/>
    <w:rsid w:val="00BE1B8B"/>
    <w:rsid w:val="00BE2A18"/>
    <w:rsid w:val="00BE2C01"/>
    <w:rsid w:val="00BE41EC"/>
    <w:rsid w:val="00BE56FB"/>
    <w:rsid w:val="00BF3DDE"/>
    <w:rsid w:val="00BF6589"/>
    <w:rsid w:val="00BF6F7F"/>
    <w:rsid w:val="00C00647"/>
    <w:rsid w:val="00C02764"/>
    <w:rsid w:val="00C04CEF"/>
    <w:rsid w:val="00C0662F"/>
    <w:rsid w:val="00C06D58"/>
    <w:rsid w:val="00C11943"/>
    <w:rsid w:val="00C12E96"/>
    <w:rsid w:val="00C14763"/>
    <w:rsid w:val="00C16141"/>
    <w:rsid w:val="00C1642E"/>
    <w:rsid w:val="00C168A8"/>
    <w:rsid w:val="00C2363F"/>
    <w:rsid w:val="00C236C8"/>
    <w:rsid w:val="00C260B1"/>
    <w:rsid w:val="00C26E56"/>
    <w:rsid w:val="00C31406"/>
    <w:rsid w:val="00C37194"/>
    <w:rsid w:val="00C40637"/>
    <w:rsid w:val="00C40F6C"/>
    <w:rsid w:val="00C44426"/>
    <w:rsid w:val="00C445F3"/>
    <w:rsid w:val="00C451F4"/>
    <w:rsid w:val="00C45EB1"/>
    <w:rsid w:val="00C54A3A"/>
    <w:rsid w:val="00C55566"/>
    <w:rsid w:val="00C56448"/>
    <w:rsid w:val="00C667BE"/>
    <w:rsid w:val="00C6766B"/>
    <w:rsid w:val="00C72223"/>
    <w:rsid w:val="00C7244B"/>
    <w:rsid w:val="00C76417"/>
    <w:rsid w:val="00C7726F"/>
    <w:rsid w:val="00C808A3"/>
    <w:rsid w:val="00C823DA"/>
    <w:rsid w:val="00C8259F"/>
    <w:rsid w:val="00C82746"/>
    <w:rsid w:val="00C8312F"/>
    <w:rsid w:val="00C84C47"/>
    <w:rsid w:val="00C858A4"/>
    <w:rsid w:val="00C86AFA"/>
    <w:rsid w:val="00CB18D0"/>
    <w:rsid w:val="00CB1C8A"/>
    <w:rsid w:val="00CB24F5"/>
    <w:rsid w:val="00CB2663"/>
    <w:rsid w:val="00CB3BBE"/>
    <w:rsid w:val="00CB59E9"/>
    <w:rsid w:val="00CC0D6A"/>
    <w:rsid w:val="00CC3831"/>
    <w:rsid w:val="00CC3E3D"/>
    <w:rsid w:val="00CC519B"/>
    <w:rsid w:val="00CD12C1"/>
    <w:rsid w:val="00CD214E"/>
    <w:rsid w:val="00CD46FA"/>
    <w:rsid w:val="00CD5973"/>
    <w:rsid w:val="00CE31A6"/>
    <w:rsid w:val="00CF09AA"/>
    <w:rsid w:val="00CF4813"/>
    <w:rsid w:val="00CF5233"/>
    <w:rsid w:val="00D029B8"/>
    <w:rsid w:val="00D02F60"/>
    <w:rsid w:val="00D0464E"/>
    <w:rsid w:val="00D04A96"/>
    <w:rsid w:val="00D07A7B"/>
    <w:rsid w:val="00D10E06"/>
    <w:rsid w:val="00D15197"/>
    <w:rsid w:val="00D16820"/>
    <w:rsid w:val="00D169C8"/>
    <w:rsid w:val="00D1793F"/>
    <w:rsid w:val="00D22AF5"/>
    <w:rsid w:val="00D235EA"/>
    <w:rsid w:val="00D23BF0"/>
    <w:rsid w:val="00D247A9"/>
    <w:rsid w:val="00D32721"/>
    <w:rsid w:val="00D328DC"/>
    <w:rsid w:val="00D33387"/>
    <w:rsid w:val="00D3499E"/>
    <w:rsid w:val="00D402FB"/>
    <w:rsid w:val="00D40448"/>
    <w:rsid w:val="00D4174D"/>
    <w:rsid w:val="00D47D7A"/>
    <w:rsid w:val="00D50ABD"/>
    <w:rsid w:val="00D55290"/>
    <w:rsid w:val="00D57791"/>
    <w:rsid w:val="00D6046A"/>
    <w:rsid w:val="00D62870"/>
    <w:rsid w:val="00D655D9"/>
    <w:rsid w:val="00D65872"/>
    <w:rsid w:val="00D676F3"/>
    <w:rsid w:val="00D67DAF"/>
    <w:rsid w:val="00D70EF5"/>
    <w:rsid w:val="00D71024"/>
    <w:rsid w:val="00D71A25"/>
    <w:rsid w:val="00D71FCF"/>
    <w:rsid w:val="00D72A54"/>
    <w:rsid w:val="00D72CC1"/>
    <w:rsid w:val="00D76EC9"/>
    <w:rsid w:val="00D80E7D"/>
    <w:rsid w:val="00D81397"/>
    <w:rsid w:val="00D820C6"/>
    <w:rsid w:val="00D848B9"/>
    <w:rsid w:val="00D87D53"/>
    <w:rsid w:val="00D90E69"/>
    <w:rsid w:val="00D91368"/>
    <w:rsid w:val="00D93106"/>
    <w:rsid w:val="00D933E9"/>
    <w:rsid w:val="00D9505D"/>
    <w:rsid w:val="00D953D0"/>
    <w:rsid w:val="00D959F5"/>
    <w:rsid w:val="00D96884"/>
    <w:rsid w:val="00DA3FDD"/>
    <w:rsid w:val="00DA7017"/>
    <w:rsid w:val="00DA7028"/>
    <w:rsid w:val="00DB1AD2"/>
    <w:rsid w:val="00DB236D"/>
    <w:rsid w:val="00DB2B58"/>
    <w:rsid w:val="00DB41AE"/>
    <w:rsid w:val="00DB5206"/>
    <w:rsid w:val="00DB6276"/>
    <w:rsid w:val="00DB63F5"/>
    <w:rsid w:val="00DC1C6B"/>
    <w:rsid w:val="00DC2C2E"/>
    <w:rsid w:val="00DC4AF0"/>
    <w:rsid w:val="00DC7886"/>
    <w:rsid w:val="00DD0CF2"/>
    <w:rsid w:val="00DE1554"/>
    <w:rsid w:val="00DE2901"/>
    <w:rsid w:val="00DE590F"/>
    <w:rsid w:val="00DE7DC1"/>
    <w:rsid w:val="00DF2259"/>
    <w:rsid w:val="00DF3F7E"/>
    <w:rsid w:val="00DF7648"/>
    <w:rsid w:val="00E00E29"/>
    <w:rsid w:val="00E02BAB"/>
    <w:rsid w:val="00E04CEB"/>
    <w:rsid w:val="00E060BC"/>
    <w:rsid w:val="00E11420"/>
    <w:rsid w:val="00E132FB"/>
    <w:rsid w:val="00E170B7"/>
    <w:rsid w:val="00E177DD"/>
    <w:rsid w:val="00E20900"/>
    <w:rsid w:val="00E20C7F"/>
    <w:rsid w:val="00E2396E"/>
    <w:rsid w:val="00E24728"/>
    <w:rsid w:val="00E276AC"/>
    <w:rsid w:val="00E32E48"/>
    <w:rsid w:val="00E34A35"/>
    <w:rsid w:val="00E37C2F"/>
    <w:rsid w:val="00E41C28"/>
    <w:rsid w:val="00E46308"/>
    <w:rsid w:val="00E51E17"/>
    <w:rsid w:val="00E52DAB"/>
    <w:rsid w:val="00E539B0"/>
    <w:rsid w:val="00E55994"/>
    <w:rsid w:val="00E60606"/>
    <w:rsid w:val="00E60C66"/>
    <w:rsid w:val="00E6164D"/>
    <w:rsid w:val="00E618C9"/>
    <w:rsid w:val="00E6255A"/>
    <w:rsid w:val="00E62774"/>
    <w:rsid w:val="00E6307C"/>
    <w:rsid w:val="00E636FA"/>
    <w:rsid w:val="00E66C50"/>
    <w:rsid w:val="00E679D3"/>
    <w:rsid w:val="00E71208"/>
    <w:rsid w:val="00E71444"/>
    <w:rsid w:val="00E71C91"/>
    <w:rsid w:val="00E720A1"/>
    <w:rsid w:val="00E75DDA"/>
    <w:rsid w:val="00E773E8"/>
    <w:rsid w:val="00E83ADD"/>
    <w:rsid w:val="00E84F38"/>
    <w:rsid w:val="00E85623"/>
    <w:rsid w:val="00E87441"/>
    <w:rsid w:val="00E91FAE"/>
    <w:rsid w:val="00E93AC0"/>
    <w:rsid w:val="00E96E3F"/>
    <w:rsid w:val="00EA033A"/>
    <w:rsid w:val="00EA270C"/>
    <w:rsid w:val="00EA4974"/>
    <w:rsid w:val="00EA532E"/>
    <w:rsid w:val="00EB06D9"/>
    <w:rsid w:val="00EB192B"/>
    <w:rsid w:val="00EB19ED"/>
    <w:rsid w:val="00EB1CAB"/>
    <w:rsid w:val="00EC0F5A"/>
    <w:rsid w:val="00EC3125"/>
    <w:rsid w:val="00EC4265"/>
    <w:rsid w:val="00EC4CEB"/>
    <w:rsid w:val="00EC659E"/>
    <w:rsid w:val="00ED2072"/>
    <w:rsid w:val="00ED2AE0"/>
    <w:rsid w:val="00ED5553"/>
    <w:rsid w:val="00ED5E36"/>
    <w:rsid w:val="00ED6961"/>
    <w:rsid w:val="00EF0B96"/>
    <w:rsid w:val="00EF3486"/>
    <w:rsid w:val="00EF47AF"/>
    <w:rsid w:val="00EF53B6"/>
    <w:rsid w:val="00F00B73"/>
    <w:rsid w:val="00F115CA"/>
    <w:rsid w:val="00F14817"/>
    <w:rsid w:val="00F14EBA"/>
    <w:rsid w:val="00F1510F"/>
    <w:rsid w:val="00F1533A"/>
    <w:rsid w:val="00F15E5A"/>
    <w:rsid w:val="00F17F0A"/>
    <w:rsid w:val="00F2668F"/>
    <w:rsid w:val="00F2742F"/>
    <w:rsid w:val="00F2753B"/>
    <w:rsid w:val="00F33F8B"/>
    <w:rsid w:val="00F340B2"/>
    <w:rsid w:val="00F43390"/>
    <w:rsid w:val="00F443B2"/>
    <w:rsid w:val="00F45062"/>
    <w:rsid w:val="00F458D8"/>
    <w:rsid w:val="00F50237"/>
    <w:rsid w:val="00F53596"/>
    <w:rsid w:val="00F55BA8"/>
    <w:rsid w:val="00F55DB1"/>
    <w:rsid w:val="00F56ACA"/>
    <w:rsid w:val="00F600FE"/>
    <w:rsid w:val="00F62E4D"/>
    <w:rsid w:val="00F65E44"/>
    <w:rsid w:val="00F66B34"/>
    <w:rsid w:val="00F675B9"/>
    <w:rsid w:val="00F711C9"/>
    <w:rsid w:val="00F74C59"/>
    <w:rsid w:val="00F75C3A"/>
    <w:rsid w:val="00F76158"/>
    <w:rsid w:val="00F82E30"/>
    <w:rsid w:val="00F831CB"/>
    <w:rsid w:val="00F848A3"/>
    <w:rsid w:val="00F84ACF"/>
    <w:rsid w:val="00F85742"/>
    <w:rsid w:val="00F85BF8"/>
    <w:rsid w:val="00F871CE"/>
    <w:rsid w:val="00F87802"/>
    <w:rsid w:val="00F87CB6"/>
    <w:rsid w:val="00F92C0A"/>
    <w:rsid w:val="00F9415B"/>
    <w:rsid w:val="00FA13C2"/>
    <w:rsid w:val="00FA1478"/>
    <w:rsid w:val="00FA7F91"/>
    <w:rsid w:val="00FB121C"/>
    <w:rsid w:val="00FB1CDD"/>
    <w:rsid w:val="00FB1FBF"/>
    <w:rsid w:val="00FB2C2F"/>
    <w:rsid w:val="00FB305C"/>
    <w:rsid w:val="00FC2E3D"/>
    <w:rsid w:val="00FC3BDE"/>
    <w:rsid w:val="00FD1DBE"/>
    <w:rsid w:val="00FD25A7"/>
    <w:rsid w:val="00FD27B6"/>
    <w:rsid w:val="00FD3689"/>
    <w:rsid w:val="00FD42A3"/>
    <w:rsid w:val="00FD7468"/>
    <w:rsid w:val="00FD7CE0"/>
    <w:rsid w:val="00FE0B3B"/>
    <w:rsid w:val="00FE1BE2"/>
    <w:rsid w:val="00FE730A"/>
    <w:rsid w:val="00FF1DD7"/>
    <w:rsid w:val="00FF445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1184514"/>
  <w15:docId w15:val="{A25E8420-369C-4D36-AB9C-1538738E4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Bullet" w:semiHidden="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lsdException w:name="List Continue 4" w:semiHidden="1"/>
    <w:lsdException w:name="List Continue 5" w:semiHidden="1"/>
    <w:lsdException w:name="Message Header" w:semiHidden="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iPriority="0"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uiPriority="0"/>
    <w:lsdException w:name="Table Theme" w:locked="1" w:semiHidden="1" w:uiPriority="0" w:unhideWhenUsed="1"/>
    <w:lsdException w:name="Placeholder Text" w:semiHidden="1"/>
    <w:lsdException w:name="No Spacing"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Quote"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Reference" w:semiHidden="1"/>
    <w:lsdException w:name="Intense Reference" w:semiHidden="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D25A7"/>
    <w:pPr>
      <w:widowControl w:val="0"/>
      <w:autoSpaceDE w:val="0"/>
      <w:autoSpaceDN w:val="0"/>
      <w:adjustRightInd w:val="0"/>
    </w:pPr>
    <w:rPr>
      <w:rFonts w:ascii="Times New Roman" w:eastAsiaTheme="minorEastAsia" w:hAnsi="Times New Roman" w:cs="Arial"/>
      <w:szCs w:val="20"/>
    </w:rPr>
  </w:style>
  <w:style w:type="paragraph" w:styleId="Nagwek1">
    <w:name w:val="heading 1"/>
    <w:basedOn w:val="Normalny"/>
    <w:next w:val="Normalny"/>
    <w:link w:val="Nagwek1Znak"/>
    <w:uiPriority w:val="99"/>
    <w:semiHidden/>
    <w:rsid w:val="001E1E73"/>
    <w:pPr>
      <w:keepNext/>
      <w:keepLines/>
      <w:suppressAutoHyphens/>
      <w:autoSpaceDE/>
      <w:autoSpaceDN/>
      <w:adjustRightInd/>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semiHidden/>
    <w:rsid w:val="004C3F97"/>
    <w:rPr>
      <w:rFonts w:cs="Times New Roman"/>
      <w:vertAlign w:val="superscript"/>
    </w:rPr>
  </w:style>
  <w:style w:type="paragraph" w:styleId="Nagwek">
    <w:name w:val="header"/>
    <w:basedOn w:val="Normalny"/>
    <w:link w:val="Nagwek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semiHidden/>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rsid w:val="00023F13"/>
    <w:rPr>
      <w:sz w:val="16"/>
      <w:szCs w:val="16"/>
    </w:rPr>
  </w:style>
  <w:style w:type="paragraph" w:styleId="Tekstkomentarza">
    <w:name w:val="annotation text"/>
    <w:basedOn w:val="Normalny"/>
    <w:link w:val="TekstkomentarzaZnak"/>
    <w:uiPriority w:val="99"/>
    <w:semiHidden/>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semiHidden/>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paragraph" w:styleId="Poprawka">
    <w:name w:val="Revision"/>
    <w:hidden/>
    <w:uiPriority w:val="99"/>
    <w:semiHidden/>
    <w:rsid w:val="009951F1"/>
    <w:pPr>
      <w:spacing w:line="240" w:lineRule="auto"/>
    </w:pPr>
    <w:rPr>
      <w:rFonts w:ascii="Times New Roman" w:eastAsiaTheme="minorEastAsia" w:hAnsi="Times New Roman"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grabowska\AppData\Roaming\Microsoft\Szablony\Szablon%20aktu%20prawnego%204_0.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AEB9A957C0E344E9659BEE67C1882CB" ma:contentTypeVersion="10" ma:contentTypeDescription="Create a new document." ma:contentTypeScope="" ma:versionID="97a0a6bd9277f489f18e4b9f5053d585">
  <xsd:schema xmlns:xsd="http://www.w3.org/2001/XMLSchema" xmlns:xs="http://www.w3.org/2001/XMLSchema" xmlns:p="http://schemas.microsoft.com/office/2006/metadata/properties" xmlns:ns3="9ad455f4-1511-4a0e-94c0-7ed29ab8ad06" xmlns:ns4="6da72034-92df-4bf8-94a6-e01101782741" targetNamespace="http://schemas.microsoft.com/office/2006/metadata/properties" ma:root="true" ma:fieldsID="1820a95b72ada8a23f5ac1fdd4f57d21" ns3:_="" ns4:_="">
    <xsd:import namespace="9ad455f4-1511-4a0e-94c0-7ed29ab8ad06"/>
    <xsd:import namespace="6da72034-92df-4bf8-94a6-e0110178274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d455f4-1511-4a0e-94c0-7ed29ab8ad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_activity" ma:index="17"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da72034-92df-4bf8-94a6-e0110178274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activity xmlns="9ad455f4-1511-4a0e-94c0-7ed29ab8ad06"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A60891F-651B-490F-87B6-306CD5AAD3E3}">
  <ds:schemaRefs>
    <ds:schemaRef ds:uri="http://schemas.microsoft.com/sharepoint/v3/contenttype/forms"/>
  </ds:schemaRefs>
</ds:datastoreItem>
</file>

<file path=customXml/itemProps3.xml><?xml version="1.0" encoding="utf-8"?>
<ds:datastoreItem xmlns:ds="http://schemas.openxmlformats.org/officeDocument/2006/customXml" ds:itemID="{0960C8C9-EDE8-490D-BE3F-85A7EA4E6F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d455f4-1511-4a0e-94c0-7ed29ab8ad06"/>
    <ds:schemaRef ds:uri="6da72034-92df-4bf8-94a6-e011017827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E6CD51F-E5E1-46DD-B1A9-59A09F538FD3}">
  <ds:schemaRefs>
    <ds:schemaRef ds:uri="http://schemas.microsoft.com/office/2006/metadata/properties"/>
    <ds:schemaRef ds:uri="http://schemas.microsoft.com/office/infopath/2007/PartnerControls"/>
    <ds:schemaRef ds:uri="9ad455f4-1511-4a0e-94c0-7ed29ab8ad06"/>
  </ds:schemaRefs>
</ds:datastoreItem>
</file>

<file path=customXml/itemProps5.xml><?xml version="1.0" encoding="utf-8"?>
<ds:datastoreItem xmlns:ds="http://schemas.openxmlformats.org/officeDocument/2006/customXml" ds:itemID="{3B14C8A8-D0FE-4A34-8B2C-604B38F78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aktu prawnego 4_0</Template>
  <TotalTime>0</TotalTime>
  <Pages>7</Pages>
  <Words>2197</Words>
  <Characters>13186</Characters>
  <Application>Microsoft Office Word</Application>
  <DocSecurity>0</DocSecurity>
  <Lines>109</Lines>
  <Paragraphs>30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Akt prawny</vt:lpstr>
      <vt:lpstr>p r o j e k t</vt:lpstr>
    </vt:vector>
  </TitlesOfParts>
  <Company>&lt;nazwa organu&gt;</Company>
  <LinksUpToDate>false</LinksUpToDate>
  <CharactersWithSpaces>15353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creator>Ewelina Grabowska</dc:creator>
  <cp:lastModifiedBy>Marczak-Redecka Joanna</cp:lastModifiedBy>
  <cp:revision>2</cp:revision>
  <cp:lastPrinted>2012-04-23T06:39:00Z</cp:lastPrinted>
  <dcterms:created xsi:type="dcterms:W3CDTF">2023-07-04T12:23:00Z</dcterms:created>
  <dcterms:modified xsi:type="dcterms:W3CDTF">2023-07-04T12:23:00Z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y fmtid="{D5CDD505-2E9C-101B-9397-08002B2CF9AE}" pid="4" name="ContentTypeId">
    <vt:lpwstr>0x010100AAEB9A957C0E344E9659BEE67C1882CB</vt:lpwstr>
  </property>
</Properties>
</file>